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73C26" w14:textId="77777777" w:rsidR="00DF45AF" w:rsidRPr="00BB2173" w:rsidRDefault="00831C26" w:rsidP="00DF45AF">
      <w:pPr>
        <w:pStyle w:val="Akapitzlist"/>
        <w:jc w:val="both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  <w:lang w:val="en-US"/>
        </w:rPr>
        <w:t>-</w:t>
      </w:r>
      <w:r w:rsidR="00DF45AF" w:rsidRPr="00BB2173">
        <w:rPr>
          <w:rFonts w:ascii="Times New Roman" w:hAnsi="Times New Roman"/>
          <w:sz w:val="18"/>
          <w:szCs w:val="18"/>
          <w:lang w:val="en-US"/>
        </w:rPr>
        <w:t xml:space="preserve"> imię i nazwisko studenta /</w:t>
      </w:r>
      <w:r w:rsidR="00CF33A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DF45AF" w:rsidRPr="00BB2173">
        <w:rPr>
          <w:rFonts w:ascii="Times New Roman" w:hAnsi="Times New Roman"/>
          <w:i/>
          <w:sz w:val="18"/>
          <w:szCs w:val="18"/>
          <w:lang w:val="en-US"/>
        </w:rPr>
        <w:t xml:space="preserve">name and surname </w:t>
      </w:r>
      <w:r w:rsidR="000C3520" w:rsidRPr="00BB2173">
        <w:rPr>
          <w:rFonts w:ascii="Times New Roman" w:hAnsi="Times New Roman"/>
          <w:i/>
          <w:sz w:val="18"/>
          <w:szCs w:val="18"/>
          <w:lang w:val="en-US"/>
        </w:rPr>
        <w:t xml:space="preserve">of the </w:t>
      </w:r>
      <w:r w:rsidR="00DF45AF" w:rsidRPr="00BB2173">
        <w:rPr>
          <w:rFonts w:ascii="Times New Roman" w:hAnsi="Times New Roman"/>
          <w:i/>
          <w:sz w:val="18"/>
          <w:szCs w:val="18"/>
          <w:lang w:val="en-US"/>
        </w:rPr>
        <w:t>student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78"/>
      </w:tblGrid>
      <w:tr w:rsidR="000C3520" w:rsidRPr="00BB2173" w14:paraId="672A6659" w14:textId="77777777" w:rsidTr="006A40FE">
        <w:tc>
          <w:tcPr>
            <w:tcW w:w="329" w:type="dxa"/>
          </w:tcPr>
          <w:p w14:paraId="0A37501D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5DAB6C7B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2EB378F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6A05A809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5A39BBE3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1C8F396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72A3D3EC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D0B940D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E27B00A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60061E4C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4EAFD9C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B94D5A5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DEEC669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656B9AB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5FB0818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49F31CB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53128261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62486C05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101652C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B99056E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1299C43A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DDBEF00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461D779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CF2D8B6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FB78278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1FC39945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562CB0E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4CE0A41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78" w:type="dxa"/>
          </w:tcPr>
          <w:p w14:paraId="62EBF3C5" w14:textId="77777777" w:rsidR="000C3520" w:rsidRPr="00BB2173" w:rsidRDefault="000C3520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01F7144F" w14:textId="77777777" w:rsidR="00831C26" w:rsidRPr="00BB2173" w:rsidRDefault="00831C26" w:rsidP="00831C26">
      <w:pPr>
        <w:pStyle w:val="Akapitzlist"/>
        <w:jc w:val="both"/>
        <w:rPr>
          <w:rFonts w:ascii="Times New Roman" w:hAnsi="Times New Roman"/>
          <w:sz w:val="18"/>
          <w:szCs w:val="18"/>
        </w:rPr>
      </w:pPr>
      <w:r w:rsidRPr="002B624E">
        <w:rPr>
          <w:rFonts w:ascii="Times New Roman" w:hAnsi="Times New Roman"/>
          <w:sz w:val="18"/>
          <w:szCs w:val="18"/>
        </w:rPr>
        <w:t>- symbol i numer dokumentu potwierdzającego tożsamość</w:t>
      </w:r>
      <w:r w:rsidR="006A27EB" w:rsidRPr="002B624E">
        <w:rPr>
          <w:rFonts w:ascii="Times New Roman" w:hAnsi="Times New Roman"/>
          <w:sz w:val="18"/>
          <w:szCs w:val="18"/>
        </w:rPr>
        <w:t xml:space="preserve"> / </w:t>
      </w:r>
      <w:r w:rsidR="006A27EB" w:rsidRPr="002B624E">
        <w:rPr>
          <w:rFonts w:ascii="Times New Roman" w:hAnsi="Times New Roman"/>
          <w:i/>
          <w:sz w:val="18"/>
          <w:szCs w:val="18"/>
          <w:lang w:val="en-US"/>
        </w:rPr>
        <w:t xml:space="preserve">ID </w:t>
      </w:r>
      <w:r w:rsidR="00E168FA" w:rsidRPr="002B624E">
        <w:rPr>
          <w:rFonts w:ascii="Times New Roman" w:hAnsi="Times New Roman"/>
          <w:i/>
          <w:sz w:val="18"/>
          <w:szCs w:val="18"/>
          <w:lang w:val="en-US"/>
        </w:rPr>
        <w:t xml:space="preserve">symbol and </w:t>
      </w:r>
      <w:r w:rsidR="006A27EB" w:rsidRPr="002B624E">
        <w:rPr>
          <w:rFonts w:ascii="Times New Roman" w:hAnsi="Times New Roman"/>
          <w:i/>
          <w:sz w:val="18"/>
          <w:szCs w:val="18"/>
          <w:lang w:val="en-US"/>
        </w:rPr>
        <w:t>number</w:t>
      </w:r>
      <w:r w:rsidRPr="002B624E">
        <w:rPr>
          <w:rFonts w:ascii="Times New Roman" w:hAnsi="Times New Roman"/>
          <w:sz w:val="18"/>
          <w:szCs w:val="18"/>
        </w:rPr>
        <w:t>*</w:t>
      </w:r>
    </w:p>
    <w:tbl>
      <w:tblPr>
        <w:tblW w:w="4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</w:tblGrid>
      <w:tr w:rsidR="00831C26" w:rsidRPr="00BB2173" w14:paraId="6D98A12B" w14:textId="77777777" w:rsidTr="00831C26">
        <w:tc>
          <w:tcPr>
            <w:tcW w:w="329" w:type="dxa"/>
          </w:tcPr>
          <w:p w14:paraId="2946DB82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997CC1D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bottom w:val="nil"/>
            </w:tcBorders>
          </w:tcPr>
          <w:p w14:paraId="110FFD37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B699379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FE9F23F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F72F646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8CE6F91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1CDCEAD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BB9E253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3DE523C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2E56223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7547A01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043CB0F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7459315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537F28F" w14:textId="77777777" w:rsidR="00831C26" w:rsidRPr="00BB2173" w:rsidRDefault="00831C26" w:rsidP="009802FC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DFB9E20" w14:textId="77777777" w:rsidR="00831C26" w:rsidRDefault="00831C26" w:rsidP="00C73D7F">
      <w:pPr>
        <w:jc w:val="center"/>
        <w:rPr>
          <w:rFonts w:ascii="Times New Roman" w:hAnsi="Times New Roman"/>
          <w:b/>
          <w:sz w:val="18"/>
          <w:szCs w:val="18"/>
        </w:rPr>
      </w:pPr>
    </w:p>
    <w:p w14:paraId="6CE01692" w14:textId="77777777" w:rsidR="0040045D" w:rsidRPr="00BB2173" w:rsidRDefault="0040045D" w:rsidP="00C73D7F">
      <w:pPr>
        <w:jc w:val="center"/>
        <w:rPr>
          <w:rFonts w:ascii="Times New Roman" w:hAnsi="Times New Roman"/>
          <w:b/>
          <w:sz w:val="18"/>
          <w:szCs w:val="18"/>
        </w:rPr>
      </w:pPr>
      <w:r w:rsidRPr="00BB2173">
        <w:rPr>
          <w:rFonts w:ascii="Times New Roman" w:hAnsi="Times New Roman"/>
          <w:b/>
          <w:sz w:val="18"/>
          <w:szCs w:val="18"/>
        </w:rPr>
        <w:t>WNIOSEK O ZWROT KAUCJI</w:t>
      </w:r>
    </w:p>
    <w:p w14:paraId="2BABEE33" w14:textId="77777777" w:rsidR="00102AF5" w:rsidRPr="006A27EB" w:rsidRDefault="00F15423" w:rsidP="002B624E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2B624E">
        <w:rPr>
          <w:rFonts w:ascii="Times New Roman" w:hAnsi="Times New Roman"/>
          <w:b/>
          <w:sz w:val="18"/>
          <w:szCs w:val="18"/>
        </w:rPr>
        <w:t>Z rachunku</w:t>
      </w:r>
      <w:r w:rsidR="003D780E">
        <w:rPr>
          <w:rFonts w:ascii="Times New Roman" w:hAnsi="Times New Roman"/>
          <w:b/>
          <w:sz w:val="18"/>
          <w:szCs w:val="18"/>
        </w:rPr>
        <w:t xml:space="preserve"> …</w:t>
      </w:r>
      <w:r w:rsidRPr="002B624E">
        <w:rPr>
          <w:rFonts w:ascii="Times New Roman" w:hAnsi="Times New Roman"/>
          <w:b/>
          <w:sz w:val="18"/>
          <w:szCs w:val="18"/>
        </w:rPr>
        <w:t xml:space="preserve">  </w:t>
      </w:r>
      <w:r w:rsidR="003D780E">
        <w:rPr>
          <w:rFonts w:ascii="Times New Roman" w:hAnsi="Times New Roman"/>
          <w:b/>
          <w:sz w:val="18"/>
          <w:szCs w:val="18"/>
        </w:rPr>
        <w:t>DS. nr….</w:t>
      </w:r>
      <w:r w:rsidRPr="002B624E">
        <w:rPr>
          <w:rFonts w:ascii="Times New Roman" w:hAnsi="Times New Roman"/>
          <w:b/>
          <w:sz w:val="18"/>
          <w:szCs w:val="18"/>
        </w:rPr>
        <w:t>:</w:t>
      </w:r>
      <w:r w:rsidR="003D780E">
        <w:rPr>
          <w:rFonts w:ascii="Times New Roman" w:hAnsi="Times New Roman"/>
          <w:b/>
          <w:sz w:val="18"/>
          <w:szCs w:val="18"/>
        </w:rPr>
        <w:t>………………………………………………………</w:t>
      </w:r>
    </w:p>
    <w:p w14:paraId="70DF9E56" w14:textId="77777777" w:rsidR="00BB2173" w:rsidRPr="006A27EB" w:rsidRDefault="00BB2173" w:rsidP="00BB2173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1CA6B28D" w14:textId="77777777" w:rsidR="00F7208D" w:rsidRPr="006A27EB" w:rsidRDefault="00F7208D" w:rsidP="00C73D7F">
      <w:pPr>
        <w:jc w:val="center"/>
        <w:rPr>
          <w:rFonts w:ascii="Times New Roman" w:hAnsi="Times New Roman"/>
          <w:i/>
          <w:sz w:val="18"/>
          <w:szCs w:val="18"/>
          <w:lang w:val="en-GB"/>
        </w:rPr>
      </w:pPr>
      <w:r w:rsidRPr="006A27EB">
        <w:rPr>
          <w:rFonts w:ascii="Times New Roman" w:hAnsi="Times New Roman"/>
          <w:i/>
          <w:sz w:val="18"/>
          <w:szCs w:val="18"/>
          <w:lang w:val="en-GB"/>
        </w:rPr>
        <w:t>Deposit re</w:t>
      </w:r>
      <w:r w:rsidR="00453AA6" w:rsidRPr="006A27EB">
        <w:rPr>
          <w:rFonts w:ascii="Times New Roman" w:hAnsi="Times New Roman"/>
          <w:i/>
          <w:sz w:val="18"/>
          <w:szCs w:val="18"/>
          <w:lang w:val="en-GB"/>
        </w:rPr>
        <w:t>payment</w:t>
      </w:r>
      <w:r w:rsidRPr="006A27EB">
        <w:rPr>
          <w:rFonts w:ascii="Times New Roman" w:hAnsi="Times New Roman"/>
          <w:i/>
          <w:sz w:val="18"/>
          <w:szCs w:val="18"/>
          <w:lang w:val="en-GB"/>
        </w:rPr>
        <w:t xml:space="preserve"> request</w:t>
      </w:r>
    </w:p>
    <w:p w14:paraId="4BF58600" w14:textId="77777777" w:rsidR="00CF33A7" w:rsidRPr="00BB2173" w:rsidRDefault="002F6E63" w:rsidP="002A1AE3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I</w:t>
      </w:r>
      <w:r w:rsidR="0040045D" w:rsidRPr="00BB2173">
        <w:rPr>
          <w:rFonts w:ascii="Times New Roman" w:hAnsi="Times New Roman"/>
          <w:sz w:val="18"/>
          <w:szCs w:val="18"/>
        </w:rPr>
        <w:t>nform</w:t>
      </w:r>
      <w:r w:rsidR="007C2314" w:rsidRPr="00BB2173">
        <w:rPr>
          <w:rFonts w:ascii="Times New Roman" w:hAnsi="Times New Roman"/>
          <w:sz w:val="18"/>
          <w:szCs w:val="18"/>
        </w:rPr>
        <w:t xml:space="preserve">uję, że z dniem …………………… </w:t>
      </w:r>
      <w:r w:rsidRPr="00BB2173">
        <w:rPr>
          <w:rFonts w:ascii="Times New Roman" w:hAnsi="Times New Roman"/>
          <w:sz w:val="18"/>
          <w:szCs w:val="18"/>
        </w:rPr>
        <w:t xml:space="preserve">wykwaterowuję się </w:t>
      </w:r>
      <w:r w:rsidR="0040045D" w:rsidRPr="00BB2173">
        <w:rPr>
          <w:rFonts w:ascii="Times New Roman" w:hAnsi="Times New Roman"/>
          <w:sz w:val="18"/>
          <w:szCs w:val="18"/>
        </w:rPr>
        <w:t>z</w:t>
      </w:r>
      <w:r w:rsidR="00297B4D" w:rsidRPr="00BB2173">
        <w:rPr>
          <w:rFonts w:ascii="Times New Roman" w:hAnsi="Times New Roman"/>
          <w:sz w:val="18"/>
          <w:szCs w:val="18"/>
        </w:rPr>
        <w:t xml:space="preserve"> </w:t>
      </w:r>
      <w:r w:rsidR="00D774AF" w:rsidRPr="00BB2173">
        <w:rPr>
          <w:rFonts w:ascii="Times New Roman" w:hAnsi="Times New Roman"/>
          <w:sz w:val="18"/>
          <w:szCs w:val="18"/>
        </w:rPr>
        <w:t>pokoju nr …..</w:t>
      </w:r>
      <w:r w:rsidR="00CB3398" w:rsidRPr="00BB2173">
        <w:rPr>
          <w:rFonts w:ascii="Times New Roman" w:hAnsi="Times New Roman"/>
          <w:sz w:val="18"/>
          <w:szCs w:val="18"/>
        </w:rPr>
        <w:t xml:space="preserve"> </w:t>
      </w:r>
      <w:r w:rsidR="00D774AF" w:rsidRPr="00BB2173">
        <w:rPr>
          <w:rFonts w:ascii="Times New Roman" w:hAnsi="Times New Roman"/>
          <w:sz w:val="18"/>
          <w:szCs w:val="18"/>
        </w:rPr>
        <w:t xml:space="preserve">w </w:t>
      </w:r>
      <w:r w:rsidR="007C2314" w:rsidRPr="00BB2173">
        <w:rPr>
          <w:rFonts w:ascii="Times New Roman" w:hAnsi="Times New Roman"/>
          <w:sz w:val="18"/>
          <w:szCs w:val="18"/>
        </w:rPr>
        <w:t xml:space="preserve">Domu Studenta </w:t>
      </w:r>
      <w:r w:rsidR="00BC1CBF" w:rsidRPr="00BB2173">
        <w:rPr>
          <w:rFonts w:ascii="Times New Roman" w:hAnsi="Times New Roman"/>
          <w:sz w:val="18"/>
          <w:szCs w:val="18"/>
        </w:rPr>
        <w:t>U</w:t>
      </w:r>
      <w:r w:rsidR="007C2314" w:rsidRPr="00BB2173">
        <w:rPr>
          <w:rFonts w:ascii="Times New Roman" w:hAnsi="Times New Roman"/>
          <w:sz w:val="18"/>
          <w:szCs w:val="18"/>
        </w:rPr>
        <w:t>Ł nr …</w:t>
      </w:r>
      <w:r w:rsidR="00D774AF" w:rsidRPr="00BB2173">
        <w:rPr>
          <w:rFonts w:ascii="Times New Roman" w:hAnsi="Times New Roman"/>
          <w:sz w:val="18"/>
          <w:szCs w:val="18"/>
        </w:rPr>
        <w:t>..</w:t>
      </w:r>
    </w:p>
    <w:p w14:paraId="10E1359D" w14:textId="77777777" w:rsidR="00CB3398" w:rsidRPr="00BB2173" w:rsidRDefault="002F6E63" w:rsidP="002A1AE3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Jednocześnie zwracam się z prośbą o zwrot kaucji w wysokości …………………… złotych na wskazane poniżej konto bankowe:</w:t>
      </w:r>
    </w:p>
    <w:p w14:paraId="44E871BC" w14:textId="77777777" w:rsidR="002A1AE3" w:rsidRPr="00BB2173" w:rsidRDefault="002A1AE3" w:rsidP="002A1AE3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14:paraId="65AC4FCD" w14:textId="77777777" w:rsidR="002A1AE3" w:rsidRPr="00BB2173" w:rsidRDefault="002A1AE3" w:rsidP="002A1AE3">
      <w:pPr>
        <w:spacing w:after="0"/>
        <w:jc w:val="both"/>
        <w:rPr>
          <w:rFonts w:ascii="Times New Roman" w:hAnsi="Times New Roman"/>
          <w:i/>
          <w:sz w:val="18"/>
          <w:szCs w:val="18"/>
          <w:lang w:val="en-GB"/>
        </w:rPr>
      </w:pPr>
      <w:r w:rsidRPr="00BB2173">
        <w:rPr>
          <w:rFonts w:ascii="Times New Roman" w:hAnsi="Times New Roman"/>
          <w:i/>
          <w:sz w:val="18"/>
          <w:szCs w:val="18"/>
          <w:lang w:val="en-GB"/>
        </w:rPr>
        <w:t>I declare that on the date of …………………</w:t>
      </w:r>
      <w:r w:rsidR="002F6E63" w:rsidRPr="00BB2173">
        <w:rPr>
          <w:rFonts w:ascii="Times New Roman" w:hAnsi="Times New Roman"/>
          <w:i/>
          <w:sz w:val="18"/>
          <w:szCs w:val="18"/>
          <w:lang w:val="en-GB"/>
        </w:rPr>
        <w:t>…</w:t>
      </w:r>
      <w:r w:rsidR="00CF33A7" w:rsidRPr="00BB2173">
        <w:rPr>
          <w:rFonts w:ascii="Times New Roman" w:hAnsi="Times New Roman"/>
          <w:i/>
          <w:sz w:val="18"/>
          <w:szCs w:val="18"/>
          <w:lang w:val="en-GB"/>
        </w:rPr>
        <w:t>..</w:t>
      </w:r>
      <w:r w:rsidR="002F6E63" w:rsidRPr="00BB2173">
        <w:rPr>
          <w:rFonts w:ascii="Times New Roman" w:hAnsi="Times New Roman"/>
          <w:i/>
          <w:sz w:val="18"/>
          <w:szCs w:val="18"/>
          <w:lang w:val="en-GB"/>
        </w:rPr>
        <w:t>..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 I </w:t>
      </w:r>
      <w:r w:rsidR="003660B9" w:rsidRPr="00BB2173">
        <w:rPr>
          <w:rFonts w:ascii="Times New Roman" w:hAnsi="Times New Roman"/>
          <w:i/>
          <w:sz w:val="18"/>
          <w:szCs w:val="18"/>
          <w:lang w:val="en-GB"/>
        </w:rPr>
        <w:t>check out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 from the roo</w:t>
      </w:r>
      <w:r w:rsidR="003660B9" w:rsidRPr="00BB2173">
        <w:rPr>
          <w:rFonts w:ascii="Times New Roman" w:hAnsi="Times New Roman"/>
          <w:i/>
          <w:sz w:val="18"/>
          <w:szCs w:val="18"/>
          <w:lang w:val="en-GB"/>
        </w:rPr>
        <w:t>m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 no</w:t>
      </w:r>
      <w:r w:rsidR="003660B9" w:rsidRPr="00BB2173">
        <w:rPr>
          <w:rFonts w:ascii="Times New Roman" w:hAnsi="Times New Roman"/>
          <w:i/>
          <w:sz w:val="18"/>
          <w:szCs w:val="18"/>
          <w:lang w:val="en-GB"/>
        </w:rPr>
        <w:t xml:space="preserve">. 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…</w:t>
      </w:r>
      <w:r w:rsidR="002F6E63" w:rsidRPr="00BB2173">
        <w:rPr>
          <w:rFonts w:ascii="Times New Roman" w:hAnsi="Times New Roman"/>
          <w:i/>
          <w:sz w:val="18"/>
          <w:szCs w:val="18"/>
          <w:lang w:val="en-GB"/>
        </w:rPr>
        <w:t>…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. in the Dormitory no</w:t>
      </w:r>
      <w:r w:rsidR="00CF33A7" w:rsidRPr="00BB2173">
        <w:rPr>
          <w:rFonts w:ascii="Times New Roman" w:hAnsi="Times New Roman"/>
          <w:i/>
          <w:sz w:val="18"/>
          <w:szCs w:val="18"/>
          <w:lang w:val="en-GB"/>
        </w:rPr>
        <w:t xml:space="preserve">. 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…</w:t>
      </w:r>
      <w:r w:rsidR="002F6E63" w:rsidRPr="00BB2173">
        <w:rPr>
          <w:rFonts w:ascii="Times New Roman" w:hAnsi="Times New Roman"/>
          <w:i/>
          <w:sz w:val="18"/>
          <w:szCs w:val="18"/>
          <w:lang w:val="en-GB"/>
        </w:rPr>
        <w:t>…..</w:t>
      </w:r>
    </w:p>
    <w:p w14:paraId="0526C1F1" w14:textId="77777777" w:rsidR="00F7208D" w:rsidRPr="00BB2173" w:rsidRDefault="002A1AE3" w:rsidP="002A1AE3">
      <w:pPr>
        <w:spacing w:after="0"/>
        <w:jc w:val="both"/>
        <w:rPr>
          <w:rFonts w:ascii="Times New Roman" w:hAnsi="Times New Roman"/>
          <w:i/>
          <w:sz w:val="18"/>
          <w:szCs w:val="18"/>
          <w:lang w:val="en-US"/>
        </w:rPr>
      </w:pPr>
      <w:r w:rsidRPr="00BB2173">
        <w:rPr>
          <w:rFonts w:ascii="Times New Roman" w:hAnsi="Times New Roman"/>
          <w:i/>
          <w:sz w:val="18"/>
          <w:szCs w:val="18"/>
          <w:lang w:val="en-US"/>
        </w:rPr>
        <w:t>I request for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 xml:space="preserve"> return of the deposit in the amount of</w:t>
      </w:r>
      <w:r w:rsidR="0011640D" w:rsidRPr="00BB2173">
        <w:rPr>
          <w:rFonts w:ascii="Times New Roman" w:hAnsi="Times New Roman"/>
          <w:i/>
          <w:sz w:val="18"/>
          <w:szCs w:val="18"/>
          <w:lang w:val="en-US"/>
        </w:rPr>
        <w:t xml:space="preserve"> 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>…………….</w:t>
      </w:r>
      <w:r w:rsidR="0011640D" w:rsidRPr="00BB2173">
        <w:rPr>
          <w:rFonts w:ascii="Times New Roman" w:hAnsi="Times New Roman"/>
          <w:i/>
          <w:sz w:val="18"/>
          <w:szCs w:val="18"/>
          <w:lang w:val="en-US"/>
        </w:rPr>
        <w:t xml:space="preserve"> 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>PLN to the bank account given below</w:t>
      </w:r>
      <w:r w:rsidR="0011640D" w:rsidRPr="00BB2173">
        <w:rPr>
          <w:rFonts w:ascii="Times New Roman" w:hAnsi="Times New Roman"/>
          <w:i/>
          <w:sz w:val="18"/>
          <w:szCs w:val="18"/>
          <w:lang w:val="en-US"/>
        </w:rPr>
        <w:t>:</w:t>
      </w:r>
    </w:p>
    <w:p w14:paraId="144A5D23" w14:textId="77777777" w:rsidR="002A1AE3" w:rsidRPr="00BB2173" w:rsidRDefault="002A1AE3" w:rsidP="002A1AE3">
      <w:pPr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07F5A87E" w14:textId="77777777" w:rsidR="001958B7" w:rsidRPr="00BB2173" w:rsidRDefault="0011640D" w:rsidP="001958B7">
      <w:pPr>
        <w:pStyle w:val="Akapitzlist"/>
        <w:jc w:val="both"/>
        <w:rPr>
          <w:rFonts w:ascii="Times New Roman" w:hAnsi="Times New Roman"/>
          <w:sz w:val="18"/>
          <w:szCs w:val="18"/>
          <w:lang w:val="en-US"/>
        </w:rPr>
      </w:pPr>
      <w:r w:rsidRPr="00BB2173">
        <w:rPr>
          <w:rFonts w:ascii="Times New Roman" w:hAnsi="Times New Roman"/>
          <w:sz w:val="18"/>
          <w:szCs w:val="18"/>
          <w:lang w:val="en-US"/>
        </w:rPr>
        <w:t>–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numer IBAN i nr konta</w:t>
      </w:r>
      <w:r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>/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 xml:space="preserve"> IBAN number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>and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>account number</w:t>
      </w:r>
    </w:p>
    <w:tbl>
      <w:tblPr>
        <w:tblW w:w="9380" w:type="dxa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236"/>
      </w:tblGrid>
      <w:tr w:rsidR="000D45EC" w:rsidRPr="00BB2173" w14:paraId="738610EB" w14:textId="77777777" w:rsidTr="000D45EC">
        <w:trPr>
          <w:trHeight w:val="490"/>
        </w:trPr>
        <w:tc>
          <w:tcPr>
            <w:tcW w:w="326" w:type="dxa"/>
          </w:tcPr>
          <w:p w14:paraId="637805D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463F29E8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3B7B4B8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3A0FF5F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5630AD6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182907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2BA226A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17AD93B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0DE4B5B7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6204FF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2DBF0D7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B62F1B3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02F2C34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80A4E5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1921983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296FEF7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194DBD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69D0D3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54CD245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1231BE67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6FEB5B0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0D7AA6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196D06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4FF1C98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D072C0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48A2191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BD18F9B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  <w:tcBorders>
              <w:right w:val="single" w:sz="4" w:space="0" w:color="auto"/>
            </w:tcBorders>
          </w:tcPr>
          <w:p w14:paraId="238601F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CABC7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5B08B5D1" w14:textId="77777777" w:rsidR="001958B7" w:rsidRPr="00BB2173" w:rsidRDefault="001958B7" w:rsidP="002A1AE3">
      <w:pPr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6273D271" w14:textId="77777777" w:rsidR="00A4128E" w:rsidRPr="00BB2173" w:rsidRDefault="0011640D" w:rsidP="00A4128E">
      <w:pPr>
        <w:pStyle w:val="Akapitzlist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–</w:t>
      </w:r>
      <w:r w:rsidR="00A4128E" w:rsidRPr="00BB2173">
        <w:rPr>
          <w:rFonts w:ascii="Times New Roman" w:hAnsi="Times New Roman"/>
          <w:sz w:val="18"/>
          <w:szCs w:val="18"/>
        </w:rPr>
        <w:t xml:space="preserve"> imię i nazwisko właściciela konta /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A4128E" w:rsidRPr="00BB2173">
        <w:rPr>
          <w:rFonts w:ascii="Times New Roman" w:hAnsi="Times New Roman"/>
          <w:i/>
          <w:sz w:val="18"/>
          <w:szCs w:val="18"/>
        </w:rPr>
        <w:t xml:space="preserve">name and surname of the </w:t>
      </w:r>
      <w:r w:rsidR="000C3520" w:rsidRPr="00BB2173">
        <w:rPr>
          <w:rFonts w:ascii="Times New Roman" w:hAnsi="Times New Roman"/>
          <w:i/>
          <w:sz w:val="18"/>
          <w:szCs w:val="18"/>
        </w:rPr>
        <w:t>accoun</w:t>
      </w:r>
      <w:r w:rsidR="00D248D7" w:rsidRPr="00BB2173">
        <w:rPr>
          <w:rFonts w:ascii="Times New Roman" w:hAnsi="Times New Roman"/>
          <w:i/>
          <w:sz w:val="18"/>
          <w:szCs w:val="18"/>
        </w:rPr>
        <w:t>t</w:t>
      </w:r>
      <w:r w:rsidR="000C3520" w:rsidRPr="00BB2173">
        <w:rPr>
          <w:rFonts w:ascii="Times New Roman" w:hAnsi="Times New Roman"/>
          <w:i/>
          <w:sz w:val="18"/>
          <w:szCs w:val="18"/>
        </w:rPr>
        <w:t xml:space="preserve"> owner </w:t>
      </w:r>
    </w:p>
    <w:tbl>
      <w:tblPr>
        <w:tblW w:w="8568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A4128E" w:rsidRPr="00BB2173" w14:paraId="16DEB4AB" w14:textId="77777777" w:rsidTr="000D45EC">
        <w:tc>
          <w:tcPr>
            <w:tcW w:w="329" w:type="dxa"/>
          </w:tcPr>
          <w:p w14:paraId="0AD9C6F4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B1F511A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5F9C3DC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023141B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F3B1409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62C75D1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64355AD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A965116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DF4E37C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4FB30F8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DA6542E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041E394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22B00AE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2C6D796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E1831B3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4E11D2A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1126E5D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DE403A5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2431CDC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9E398E2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6287F21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BE93A62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84BA73E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4B3F2EB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D34F5C7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B4020A7" w14:textId="77777777" w:rsidR="00A4128E" w:rsidRPr="00BB2173" w:rsidRDefault="00A4128E" w:rsidP="005050E6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D7B270A" w14:textId="77777777" w:rsidR="005B1B31" w:rsidRPr="00BB2173" w:rsidRDefault="005B1B31" w:rsidP="005B1B31">
      <w:pPr>
        <w:pStyle w:val="Akapitzlist"/>
        <w:jc w:val="both"/>
        <w:rPr>
          <w:rFonts w:ascii="Times New Roman" w:hAnsi="Times New Roman"/>
          <w:sz w:val="18"/>
          <w:szCs w:val="18"/>
        </w:rPr>
      </w:pPr>
    </w:p>
    <w:p w14:paraId="0CBF943D" w14:textId="77777777" w:rsidR="005B1B31" w:rsidRPr="00BB2173" w:rsidRDefault="0011640D" w:rsidP="005B1B31">
      <w:pPr>
        <w:pStyle w:val="Akapitzlist"/>
        <w:jc w:val="both"/>
        <w:rPr>
          <w:rFonts w:ascii="Times New Roman" w:hAnsi="Times New Roman"/>
          <w:i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–</w:t>
      </w:r>
      <w:r w:rsidR="005B1B31" w:rsidRPr="00BB2173">
        <w:rPr>
          <w:rFonts w:ascii="Times New Roman" w:hAnsi="Times New Roman"/>
          <w:sz w:val="18"/>
          <w:szCs w:val="18"/>
        </w:rPr>
        <w:t xml:space="preserve"> adres zameldowania właściciela konta (ulica, kod, miasto, państwo)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5B1B31" w:rsidRPr="00BB2173">
        <w:rPr>
          <w:rFonts w:ascii="Times New Roman" w:hAnsi="Times New Roman"/>
          <w:sz w:val="18"/>
          <w:szCs w:val="18"/>
        </w:rPr>
        <w:t xml:space="preserve">/ </w:t>
      </w:r>
      <w:r w:rsidR="005B1B31" w:rsidRPr="00BB2173">
        <w:rPr>
          <w:rFonts w:ascii="Times New Roman" w:hAnsi="Times New Roman"/>
          <w:i/>
          <w:sz w:val="18"/>
          <w:szCs w:val="18"/>
        </w:rPr>
        <w:t xml:space="preserve">permanent address of the 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accoun</w:t>
      </w:r>
      <w:r w:rsidR="00D248D7" w:rsidRPr="00BB2173">
        <w:rPr>
          <w:rFonts w:ascii="Times New Roman" w:hAnsi="Times New Roman"/>
          <w:i/>
          <w:sz w:val="18"/>
          <w:szCs w:val="18"/>
          <w:lang w:val="en-GB"/>
        </w:rPr>
        <w:t>t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 xml:space="preserve"> owner </w:t>
      </w:r>
      <w:r w:rsidR="005B1B31" w:rsidRPr="00BB2173">
        <w:rPr>
          <w:rFonts w:ascii="Times New Roman" w:hAnsi="Times New Roman"/>
          <w:sz w:val="18"/>
          <w:szCs w:val="18"/>
          <w:lang w:val="en-GB"/>
        </w:rPr>
        <w:t>(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street, postcode, city, co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u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ntry</w:t>
      </w:r>
      <w:r w:rsidR="005B1B31" w:rsidRPr="00BB2173">
        <w:rPr>
          <w:rFonts w:ascii="Times New Roman" w:hAnsi="Times New Roman"/>
          <w:sz w:val="18"/>
          <w:szCs w:val="18"/>
          <w:lang w:val="en-GB"/>
        </w:rPr>
        <w:t>)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8"/>
        <w:gridCol w:w="328"/>
        <w:gridCol w:w="32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5B1B31" w:rsidRPr="00BB2173" w14:paraId="4F904CB7" w14:textId="77777777" w:rsidTr="005B1B31">
        <w:tc>
          <w:tcPr>
            <w:tcW w:w="329" w:type="dxa"/>
          </w:tcPr>
          <w:p w14:paraId="06971CD3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A1F701D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3EFCA41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F96A722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B95CD12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220BBB2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3CB595B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D9C8D39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75E05EE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FC17F8B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A4F7224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AE48A43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0F40DEB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7A52294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07DCDA8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50EA2D7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DD355C9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A81F0B1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17AAFBA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6EE48EE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908EB2C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21FD38A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FE2DD96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7357532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7F023C8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BDB5498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1B31" w:rsidRPr="00BB2173" w14:paraId="2916C19D" w14:textId="77777777" w:rsidTr="005B1B31">
        <w:tc>
          <w:tcPr>
            <w:tcW w:w="329" w:type="dxa"/>
          </w:tcPr>
          <w:p w14:paraId="74869460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87F57B8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4738AF4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6ABBD8F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6BBA33E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64FCBC1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C8C6B09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382A365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C71F136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2199465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DA123B1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C4CEA3D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0895670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8C1F859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C8FE7CE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1004F19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7C0C651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08D56CC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97E50C6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B04FA47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68C698B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A939487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AA258D8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FFBD3EC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0DCCCAD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6AF6883" w14:textId="77777777" w:rsidR="005B1B31" w:rsidRPr="00BB2173" w:rsidRDefault="005B1B31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4C529ED" w14:textId="77777777" w:rsidR="000D45EC" w:rsidRPr="00BB2173" w:rsidRDefault="000D45EC" w:rsidP="001958B7">
      <w:pPr>
        <w:pStyle w:val="Akapitzlist"/>
        <w:jc w:val="both"/>
        <w:rPr>
          <w:rFonts w:ascii="Times New Roman" w:hAnsi="Times New Roman"/>
          <w:sz w:val="18"/>
          <w:szCs w:val="18"/>
          <w:lang w:val="en-GB"/>
        </w:rPr>
      </w:pPr>
    </w:p>
    <w:p w14:paraId="5EF8D434" w14:textId="77777777" w:rsidR="001958B7" w:rsidRPr="00BB2173" w:rsidRDefault="0011640D" w:rsidP="001958B7">
      <w:pPr>
        <w:pStyle w:val="Akapitzlist"/>
        <w:jc w:val="both"/>
        <w:rPr>
          <w:rFonts w:ascii="Times New Roman" w:hAnsi="Times New Roman"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–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 xml:space="preserve"> kod BIC/SWIFT</w:t>
      </w:r>
      <w:r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 xml:space="preserve">/ </w:t>
      </w:r>
      <w:r w:rsidR="00712D8D" w:rsidRPr="00BB2173">
        <w:rPr>
          <w:rFonts w:ascii="Times New Roman" w:hAnsi="Times New Roman"/>
          <w:i/>
          <w:sz w:val="18"/>
          <w:szCs w:val="18"/>
          <w:lang w:val="en-GB"/>
        </w:rPr>
        <w:t>BIC or SWIFT code</w:t>
      </w:r>
    </w:p>
    <w:tbl>
      <w:tblPr>
        <w:tblW w:w="8568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1958B7" w:rsidRPr="00BB2173" w14:paraId="1C0157D6" w14:textId="77777777" w:rsidTr="000D45EC">
        <w:tc>
          <w:tcPr>
            <w:tcW w:w="329" w:type="dxa"/>
          </w:tcPr>
          <w:p w14:paraId="3691E7B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26770C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CBEED8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E36661F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8645DC7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35E58C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2EBF9A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0C6C2CD5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09E88E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08C98E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79F8E7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818863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4F69B9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F07D11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1508A3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3D6B1D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7DBC15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F8BD81B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613E9C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037B8A3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87C6DE0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B2F9378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8E6DD4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7D3BEE8F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B88899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9E2BB2B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14:paraId="57C0D796" w14:textId="77777777" w:rsidR="002A1AE3" w:rsidRPr="00BB2173" w:rsidRDefault="002A1AE3" w:rsidP="00BC1CBF">
      <w:pPr>
        <w:pStyle w:val="Akapitzlist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7E978156" w14:textId="77777777" w:rsidR="002A1AE3" w:rsidRPr="00BB2173" w:rsidRDefault="0011640D" w:rsidP="002A1AE3">
      <w:pPr>
        <w:pStyle w:val="Akapitzlist"/>
        <w:jc w:val="both"/>
        <w:rPr>
          <w:rFonts w:ascii="Times New Roman" w:hAnsi="Times New Roman"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–</w:t>
      </w:r>
      <w:r w:rsidR="00416E06" w:rsidRPr="00BB2173">
        <w:rPr>
          <w:rFonts w:ascii="Times New Roman" w:hAnsi="Times New Roman"/>
          <w:sz w:val="18"/>
          <w:szCs w:val="18"/>
          <w:lang w:val="en-GB"/>
        </w:rPr>
        <w:t xml:space="preserve"> pełna nazwa </w:t>
      </w:r>
      <w:r w:rsidR="00D248D7" w:rsidRPr="00BB2173">
        <w:rPr>
          <w:rFonts w:ascii="Times New Roman" w:hAnsi="Times New Roman"/>
          <w:sz w:val="18"/>
          <w:szCs w:val="18"/>
          <w:lang w:val="en-GB"/>
        </w:rPr>
        <w:t>b</w:t>
      </w:r>
      <w:r w:rsidR="00416E06" w:rsidRPr="00BB2173">
        <w:rPr>
          <w:rFonts w:ascii="Times New Roman" w:hAnsi="Times New Roman"/>
          <w:sz w:val="18"/>
          <w:szCs w:val="18"/>
          <w:lang w:val="en-GB"/>
        </w:rPr>
        <w:t>anku</w:t>
      </w:r>
      <w:r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r w:rsidR="002A1AE3" w:rsidRPr="00BB2173">
        <w:rPr>
          <w:rFonts w:ascii="Times New Roman" w:hAnsi="Times New Roman"/>
          <w:sz w:val="18"/>
          <w:szCs w:val="18"/>
          <w:lang w:val="en-GB"/>
        </w:rPr>
        <w:t xml:space="preserve">/ </w:t>
      </w:r>
      <w:r w:rsidR="00453AA6" w:rsidRPr="00BB2173">
        <w:rPr>
          <w:rFonts w:ascii="Times New Roman" w:hAnsi="Times New Roman"/>
          <w:i/>
          <w:sz w:val="18"/>
          <w:szCs w:val="18"/>
          <w:lang w:val="en-GB"/>
        </w:rPr>
        <w:t xml:space="preserve">full name of </w:t>
      </w:r>
      <w:r w:rsidR="002A1AE3" w:rsidRPr="00BB2173">
        <w:rPr>
          <w:rFonts w:ascii="Times New Roman" w:hAnsi="Times New Roman"/>
          <w:i/>
          <w:sz w:val="18"/>
          <w:szCs w:val="18"/>
          <w:lang w:val="en-GB"/>
        </w:rPr>
        <w:t>bank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8"/>
        <w:gridCol w:w="328"/>
        <w:gridCol w:w="32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0334EF" w:rsidRPr="00BB2173" w14:paraId="0D142F6F" w14:textId="77777777" w:rsidTr="005B1B31">
        <w:tc>
          <w:tcPr>
            <w:tcW w:w="329" w:type="dxa"/>
          </w:tcPr>
          <w:p w14:paraId="4475AD14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20C4E94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2AFC42D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271CA723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5FBE423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2D3F0BEC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5CF4315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CB648E9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0C178E9E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C0395D3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254BC2F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51E9592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69E314A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7341341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2EF2083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7B40C951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B4D7232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093CA67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503B197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8288749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0BD9A1A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C136CF1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A392C6A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90583F9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8F21D90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3C326F3" w14:textId="77777777" w:rsidR="000334EF" w:rsidRPr="00BB2173" w:rsidRDefault="000334EF" w:rsidP="00EF6187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14:paraId="4853B841" w14:textId="77777777" w:rsidR="000D45EC" w:rsidRPr="00BB2173" w:rsidRDefault="000D45EC" w:rsidP="001958B7">
      <w:pPr>
        <w:pStyle w:val="Akapitzlist"/>
        <w:jc w:val="both"/>
        <w:rPr>
          <w:rFonts w:ascii="Times New Roman" w:hAnsi="Times New Roman"/>
          <w:sz w:val="18"/>
          <w:szCs w:val="18"/>
        </w:rPr>
      </w:pPr>
    </w:p>
    <w:p w14:paraId="4FBC7E15" w14:textId="77777777" w:rsidR="001958B7" w:rsidRPr="00BB2173" w:rsidRDefault="0011640D" w:rsidP="001958B7">
      <w:pPr>
        <w:pStyle w:val="Akapitzlist"/>
        <w:jc w:val="both"/>
        <w:rPr>
          <w:rFonts w:ascii="Times New Roman" w:hAnsi="Times New Roman"/>
          <w:i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–</w:t>
      </w:r>
      <w:r w:rsidR="001958B7" w:rsidRPr="00BB2173">
        <w:rPr>
          <w:rFonts w:ascii="Times New Roman" w:hAnsi="Times New Roman"/>
          <w:sz w:val="18"/>
          <w:szCs w:val="18"/>
        </w:rPr>
        <w:t xml:space="preserve"> adres banku (ulica, kod, miasto, państwo)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</w:rPr>
        <w:t>/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</w:rPr>
        <w:t xml:space="preserve">bank 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 xml:space="preserve">address 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>(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>street, postcode, city, co</w:t>
      </w:r>
      <w:r w:rsidR="00B51B03" w:rsidRPr="00BB2173">
        <w:rPr>
          <w:rFonts w:ascii="Times New Roman" w:hAnsi="Times New Roman"/>
          <w:i/>
          <w:sz w:val="18"/>
          <w:szCs w:val="18"/>
          <w:lang w:val="en-GB"/>
        </w:rPr>
        <w:t>u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>ntry</w:t>
      </w:r>
      <w:r w:rsidR="001958B7" w:rsidRPr="00BB2173">
        <w:rPr>
          <w:rFonts w:ascii="Times New Roman" w:hAnsi="Times New Roman"/>
          <w:sz w:val="18"/>
          <w:szCs w:val="18"/>
        </w:rPr>
        <w:t>)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8"/>
        <w:gridCol w:w="328"/>
        <w:gridCol w:w="32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1958B7" w:rsidRPr="00BB2173" w14:paraId="50125231" w14:textId="77777777" w:rsidTr="005B1B31">
        <w:tc>
          <w:tcPr>
            <w:tcW w:w="329" w:type="dxa"/>
          </w:tcPr>
          <w:p w14:paraId="5A25747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9B8D95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8BEFD2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7A7642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9206A88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7B7A70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1887C7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B7FD67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8D6B9B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2F860BB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98536F5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BC1BAF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1C988F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B22BB7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7B246D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BF89DA3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C3E0E7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6A1FAB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6BB753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13DA1E0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5CAC6F5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6060428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D0656FE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B37605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94798F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889A505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8B7" w:rsidRPr="00BB2173" w14:paraId="29079D35" w14:textId="77777777" w:rsidTr="005B1B31">
        <w:tc>
          <w:tcPr>
            <w:tcW w:w="329" w:type="dxa"/>
          </w:tcPr>
          <w:p w14:paraId="17686DC7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3BD644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A3FAC43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BBD94B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854DE7F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CA7ADD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14EE24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661466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759004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C5B615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92F1AA2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A499DF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E7E3C41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3F828E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AC57CB0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186B13D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C57C43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D404BC9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1319B8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1A560F4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0DF735C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A413BF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3D28B4B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7EFA3E3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1C6AC2A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DC44586" w14:textId="77777777" w:rsidR="001958B7" w:rsidRPr="00BB2173" w:rsidRDefault="001958B7" w:rsidP="000B68C4">
            <w:pPr>
              <w:pStyle w:val="Akapitzlist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FFCBC07" w14:textId="77777777" w:rsidR="00A7496E" w:rsidRPr="00BB2173" w:rsidRDefault="00A7496E" w:rsidP="00416E06">
      <w:pPr>
        <w:pStyle w:val="Akapitzlist"/>
        <w:jc w:val="both"/>
        <w:rPr>
          <w:rFonts w:ascii="Times New Roman" w:hAnsi="Times New Roman"/>
          <w:sz w:val="18"/>
          <w:szCs w:val="18"/>
        </w:rPr>
      </w:pPr>
    </w:p>
    <w:p w14:paraId="1728B4D0" w14:textId="77777777" w:rsidR="00BB2173" w:rsidRPr="00BB2173" w:rsidRDefault="00BB2173" w:rsidP="00BB2173">
      <w:pPr>
        <w:pStyle w:val="Akapitzlist"/>
        <w:ind w:left="426"/>
        <w:jc w:val="both"/>
        <w:rPr>
          <w:rFonts w:ascii="Times New Roman" w:hAnsi="Times New Roman"/>
          <w:sz w:val="18"/>
          <w:szCs w:val="18"/>
        </w:rPr>
      </w:pPr>
    </w:p>
    <w:p w14:paraId="7A719D10" w14:textId="77777777" w:rsidR="00BD133D" w:rsidRPr="00BB2173" w:rsidRDefault="00BD133D" w:rsidP="00BB2173">
      <w:pPr>
        <w:pStyle w:val="Akapitzlist"/>
        <w:ind w:left="0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W przypadku podania nieprawidłowego numeru konta bankowego od kwoty kaucji zostaną potrącone koszty reklamacji</w:t>
      </w:r>
      <w:r w:rsidR="00D248D7" w:rsidRPr="00BB2173">
        <w:rPr>
          <w:rFonts w:ascii="Times New Roman" w:hAnsi="Times New Roman"/>
          <w:sz w:val="18"/>
          <w:szCs w:val="18"/>
        </w:rPr>
        <w:t>.</w:t>
      </w:r>
    </w:p>
    <w:p w14:paraId="3482DAE9" w14:textId="77777777" w:rsidR="002A1AE3" w:rsidRPr="00BB2173" w:rsidRDefault="003660B9" w:rsidP="00BB2173">
      <w:pPr>
        <w:pStyle w:val="Akapitzlist"/>
        <w:ind w:left="0"/>
        <w:jc w:val="both"/>
        <w:rPr>
          <w:rFonts w:ascii="Times New Roman" w:hAnsi="Times New Roman"/>
          <w:i/>
          <w:sz w:val="18"/>
          <w:szCs w:val="18"/>
          <w:lang w:val="en-GB"/>
        </w:rPr>
      </w:pPr>
      <w:r w:rsidRPr="00BB2173">
        <w:rPr>
          <w:rFonts w:ascii="Times New Roman" w:hAnsi="Times New Roman"/>
          <w:i/>
          <w:sz w:val="18"/>
          <w:szCs w:val="18"/>
          <w:lang w:val="en-GB"/>
        </w:rPr>
        <w:t>If</w:t>
      </w:r>
      <w:r w:rsidR="002A1AE3" w:rsidRPr="00BB2173">
        <w:rPr>
          <w:rFonts w:ascii="Times New Roman" w:hAnsi="Times New Roman"/>
          <w:i/>
          <w:sz w:val="18"/>
          <w:szCs w:val="18"/>
          <w:lang w:val="en-GB"/>
        </w:rPr>
        <w:t xml:space="preserve"> incorrect bank account details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 are given, costs of claims will be deduced from the deposit amount.</w:t>
      </w:r>
    </w:p>
    <w:p w14:paraId="34959D4B" w14:textId="77777777" w:rsidR="000651DB" w:rsidRDefault="000651DB" w:rsidP="00F028B5">
      <w:pPr>
        <w:pStyle w:val="Akapitzlist"/>
        <w:ind w:left="0"/>
        <w:jc w:val="both"/>
        <w:rPr>
          <w:rFonts w:ascii="Times New Roman" w:hAnsi="Times New Roman"/>
          <w:i/>
          <w:sz w:val="18"/>
          <w:szCs w:val="18"/>
          <w:lang w:val="en-GB"/>
        </w:rPr>
      </w:pPr>
    </w:p>
    <w:p w14:paraId="7BD58BA2" w14:textId="77777777" w:rsidR="00BB2173" w:rsidRDefault="00BB2173" w:rsidP="00F028B5">
      <w:pPr>
        <w:pStyle w:val="Akapitzlist"/>
        <w:ind w:left="0"/>
        <w:jc w:val="both"/>
        <w:rPr>
          <w:rFonts w:ascii="Times New Roman" w:hAnsi="Times New Roman"/>
          <w:i/>
          <w:sz w:val="18"/>
          <w:szCs w:val="18"/>
          <w:lang w:val="en-GB"/>
        </w:rPr>
      </w:pPr>
    </w:p>
    <w:p w14:paraId="4357A966" w14:textId="77777777" w:rsidR="00831C26" w:rsidRDefault="00831C26" w:rsidP="00F028B5">
      <w:pPr>
        <w:pStyle w:val="Akapitzlist"/>
        <w:ind w:left="0"/>
        <w:jc w:val="both"/>
        <w:rPr>
          <w:rFonts w:ascii="Times New Roman" w:hAnsi="Times New Roman"/>
          <w:i/>
          <w:sz w:val="18"/>
          <w:szCs w:val="18"/>
          <w:lang w:val="en-GB"/>
        </w:rPr>
      </w:pPr>
    </w:p>
    <w:p w14:paraId="44690661" w14:textId="77777777" w:rsidR="00BB2173" w:rsidRPr="00BB2173" w:rsidRDefault="00BB2173" w:rsidP="00F028B5">
      <w:pPr>
        <w:pStyle w:val="Akapitzlist"/>
        <w:ind w:left="0"/>
        <w:jc w:val="both"/>
        <w:rPr>
          <w:rFonts w:ascii="Times New Roman" w:hAnsi="Times New Roman"/>
          <w:i/>
          <w:sz w:val="18"/>
          <w:szCs w:val="18"/>
          <w:lang w:val="en-GB"/>
        </w:rPr>
      </w:pPr>
    </w:p>
    <w:p w14:paraId="439D7B5A" w14:textId="77777777" w:rsidR="0040045D" w:rsidRPr="00BB2173" w:rsidRDefault="002A45E5" w:rsidP="002A45E5">
      <w:pPr>
        <w:pStyle w:val="Akapitzlist"/>
        <w:ind w:left="0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  <w:lang w:val="en-US"/>
        </w:rPr>
        <w:t xml:space="preserve">…………………………………… </w:t>
      </w:r>
      <w:r>
        <w:rPr>
          <w:rFonts w:ascii="Times New Roman" w:hAnsi="Times New Roman"/>
          <w:sz w:val="18"/>
          <w:szCs w:val="18"/>
          <w:lang w:val="en-US"/>
        </w:rPr>
        <w:tab/>
      </w:r>
      <w:r>
        <w:rPr>
          <w:rFonts w:ascii="Times New Roman" w:hAnsi="Times New Roman"/>
          <w:sz w:val="18"/>
          <w:szCs w:val="18"/>
          <w:lang w:val="en-US"/>
        </w:rPr>
        <w:tab/>
      </w:r>
      <w:r>
        <w:rPr>
          <w:rFonts w:ascii="Times New Roman" w:hAnsi="Times New Roman"/>
          <w:sz w:val="18"/>
          <w:szCs w:val="18"/>
          <w:lang w:val="en-US"/>
        </w:rPr>
        <w:tab/>
      </w:r>
      <w:r>
        <w:rPr>
          <w:rFonts w:ascii="Times New Roman" w:hAnsi="Times New Roman"/>
          <w:sz w:val="18"/>
          <w:szCs w:val="18"/>
          <w:lang w:val="en-US"/>
        </w:rPr>
        <w:tab/>
      </w:r>
      <w:r>
        <w:rPr>
          <w:rFonts w:ascii="Times New Roman" w:hAnsi="Times New Roman"/>
          <w:sz w:val="18"/>
          <w:szCs w:val="18"/>
          <w:lang w:val="en-US"/>
        </w:rPr>
        <w:tab/>
      </w:r>
      <w:r w:rsidR="0040045D" w:rsidRPr="00BB2173">
        <w:rPr>
          <w:rFonts w:ascii="Times New Roman" w:hAnsi="Times New Roman"/>
          <w:sz w:val="18"/>
          <w:szCs w:val="18"/>
          <w:lang w:val="en-US"/>
        </w:rPr>
        <w:t>……</w:t>
      </w:r>
      <w:r w:rsidR="008649E8" w:rsidRPr="00BB2173">
        <w:rPr>
          <w:rFonts w:ascii="Times New Roman" w:hAnsi="Times New Roman"/>
          <w:sz w:val="18"/>
          <w:szCs w:val="18"/>
          <w:lang w:val="en-US"/>
        </w:rPr>
        <w:t>………………………………..</w:t>
      </w:r>
    </w:p>
    <w:p w14:paraId="2283BC54" w14:textId="77777777" w:rsidR="0040045D" w:rsidRPr="00FA7E5C" w:rsidRDefault="00354D96" w:rsidP="002A45E5">
      <w:pPr>
        <w:pStyle w:val="Akapitzlist"/>
        <w:ind w:left="0"/>
        <w:rPr>
          <w:rFonts w:ascii="Times New Roman" w:hAnsi="Times New Roman"/>
          <w:sz w:val="18"/>
          <w:szCs w:val="18"/>
          <w:lang w:val="en-US"/>
        </w:rPr>
      </w:pPr>
      <w:r w:rsidRPr="00FA7E5C">
        <w:rPr>
          <w:rFonts w:ascii="Times New Roman" w:hAnsi="Times New Roman"/>
          <w:sz w:val="18"/>
          <w:szCs w:val="18"/>
          <w:lang w:val="en-US"/>
        </w:rPr>
        <w:t>Numer albumu mieszkańca (resident</w:t>
      </w:r>
      <w:r w:rsidR="002A45E5" w:rsidRPr="00FA7E5C">
        <w:rPr>
          <w:rFonts w:ascii="Times New Roman" w:hAnsi="Times New Roman"/>
          <w:sz w:val="18"/>
          <w:szCs w:val="18"/>
          <w:lang w:val="en-US"/>
        </w:rPr>
        <w:t>’s ID number)</w:t>
      </w:r>
      <w:r w:rsidR="002A45E5" w:rsidRPr="00FA7E5C">
        <w:rPr>
          <w:rFonts w:ascii="Times New Roman" w:hAnsi="Times New Roman"/>
          <w:sz w:val="18"/>
          <w:szCs w:val="18"/>
          <w:lang w:val="en-US"/>
        </w:rPr>
        <w:tab/>
      </w:r>
      <w:r w:rsidR="002A45E5" w:rsidRPr="00FA7E5C">
        <w:rPr>
          <w:rFonts w:ascii="Times New Roman" w:hAnsi="Times New Roman"/>
          <w:sz w:val="18"/>
          <w:szCs w:val="18"/>
          <w:lang w:val="en-US"/>
        </w:rPr>
        <w:tab/>
      </w:r>
      <w:r w:rsidR="002A45E5" w:rsidRPr="00FA7E5C">
        <w:rPr>
          <w:rFonts w:ascii="Times New Roman" w:hAnsi="Times New Roman"/>
          <w:sz w:val="18"/>
          <w:szCs w:val="18"/>
          <w:lang w:val="en-US"/>
        </w:rPr>
        <w:tab/>
      </w:r>
      <w:r w:rsidR="00B43F62" w:rsidRPr="00FA7E5C">
        <w:rPr>
          <w:rFonts w:ascii="Times New Roman" w:hAnsi="Times New Roman"/>
          <w:sz w:val="18"/>
          <w:szCs w:val="18"/>
          <w:lang w:val="en-US"/>
        </w:rPr>
        <w:t xml:space="preserve">data i </w:t>
      </w:r>
      <w:r w:rsidR="00CB3398" w:rsidRPr="00FA7E5C">
        <w:rPr>
          <w:rFonts w:ascii="Times New Roman" w:hAnsi="Times New Roman"/>
          <w:sz w:val="18"/>
          <w:szCs w:val="18"/>
          <w:lang w:val="en-US"/>
        </w:rPr>
        <w:t xml:space="preserve">czytelny </w:t>
      </w:r>
      <w:r w:rsidR="00C73D7F" w:rsidRPr="00FA7E5C">
        <w:rPr>
          <w:rFonts w:ascii="Times New Roman" w:hAnsi="Times New Roman"/>
          <w:sz w:val="18"/>
          <w:szCs w:val="18"/>
          <w:lang w:val="en-US"/>
        </w:rPr>
        <w:t>p</w:t>
      </w:r>
      <w:r w:rsidR="008649E8" w:rsidRPr="00FA7E5C">
        <w:rPr>
          <w:rFonts w:ascii="Times New Roman" w:hAnsi="Times New Roman"/>
          <w:sz w:val="18"/>
          <w:szCs w:val="18"/>
          <w:lang w:val="en-US"/>
        </w:rPr>
        <w:t>odpis mieszkańca</w:t>
      </w:r>
    </w:p>
    <w:p w14:paraId="7FD7E46E" w14:textId="77777777" w:rsidR="00395AEB" w:rsidRPr="00BB2173" w:rsidRDefault="00453AA6" w:rsidP="00D248D7">
      <w:pPr>
        <w:pStyle w:val="Akapitzlist"/>
        <w:ind w:left="4956"/>
        <w:jc w:val="center"/>
        <w:rPr>
          <w:rFonts w:ascii="Times New Roman" w:hAnsi="Times New Roman"/>
          <w:i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(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date and</w:t>
      </w:r>
      <w:r w:rsidR="00395AEB" w:rsidRPr="00BB2173">
        <w:rPr>
          <w:rFonts w:ascii="Times New Roman" w:hAnsi="Times New Roman"/>
          <w:i/>
          <w:sz w:val="18"/>
          <w:szCs w:val="18"/>
          <w:lang w:val="en-GB"/>
        </w:rPr>
        <w:t xml:space="preserve"> </w:t>
      </w:r>
      <w:r w:rsidR="006A27EB">
        <w:rPr>
          <w:rFonts w:ascii="Times New Roman" w:hAnsi="Times New Roman"/>
          <w:i/>
          <w:sz w:val="18"/>
          <w:szCs w:val="18"/>
          <w:lang w:val="en-GB"/>
        </w:rPr>
        <w:t>legible</w:t>
      </w:r>
      <w:r w:rsidR="00395AEB" w:rsidRPr="00BB2173">
        <w:rPr>
          <w:rFonts w:ascii="Times New Roman" w:hAnsi="Times New Roman"/>
          <w:i/>
          <w:sz w:val="18"/>
          <w:szCs w:val="18"/>
          <w:lang w:val="en-GB"/>
        </w:rPr>
        <w:t xml:space="preserve"> signature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 of </w:t>
      </w:r>
      <w:r w:rsidR="00B51B03" w:rsidRPr="00BB2173">
        <w:rPr>
          <w:rFonts w:ascii="Times New Roman" w:hAnsi="Times New Roman"/>
          <w:i/>
          <w:sz w:val="18"/>
          <w:szCs w:val="18"/>
          <w:lang w:val="en-GB"/>
        </w:rPr>
        <w:t>r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esident</w:t>
      </w:r>
      <w:r w:rsidR="00395AEB" w:rsidRPr="00BB2173">
        <w:rPr>
          <w:rFonts w:ascii="Times New Roman" w:hAnsi="Times New Roman"/>
          <w:sz w:val="18"/>
          <w:szCs w:val="18"/>
          <w:lang w:val="en-GB"/>
        </w:rPr>
        <w:t>)</w:t>
      </w:r>
    </w:p>
    <w:p w14:paraId="20581425" w14:textId="77777777" w:rsidR="00B43F62" w:rsidRPr="00BB2173" w:rsidRDefault="00A8752C" w:rsidP="00297B4D">
      <w:pPr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lastRenderedPageBreak/>
        <w:t>Wniosek wpłyną</w:t>
      </w:r>
      <w:r w:rsidR="0040045D" w:rsidRPr="00BB2173">
        <w:rPr>
          <w:rFonts w:ascii="Times New Roman" w:hAnsi="Times New Roman"/>
          <w:sz w:val="18"/>
          <w:szCs w:val="18"/>
        </w:rPr>
        <w:t>ł dnia</w:t>
      </w:r>
      <w:r w:rsidR="000C3520" w:rsidRPr="00BB2173">
        <w:rPr>
          <w:rFonts w:ascii="Times New Roman" w:hAnsi="Times New Roman"/>
          <w:sz w:val="18"/>
          <w:szCs w:val="18"/>
        </w:rPr>
        <w:t xml:space="preserve"> </w:t>
      </w:r>
      <w:r w:rsidR="00395AEB" w:rsidRPr="00BB2173">
        <w:rPr>
          <w:rFonts w:ascii="Times New Roman" w:hAnsi="Times New Roman"/>
          <w:sz w:val="18"/>
          <w:szCs w:val="18"/>
        </w:rPr>
        <w:t xml:space="preserve">/ </w:t>
      </w:r>
      <w:r w:rsidR="00395AEB" w:rsidRPr="00BB2173">
        <w:rPr>
          <w:rFonts w:ascii="Times New Roman" w:hAnsi="Times New Roman"/>
          <w:i/>
          <w:sz w:val="18"/>
          <w:szCs w:val="18"/>
        </w:rPr>
        <w:t>request submitted on</w:t>
      </w:r>
      <w:r w:rsidR="0040045D" w:rsidRPr="00BB2173">
        <w:rPr>
          <w:rFonts w:ascii="Times New Roman" w:hAnsi="Times New Roman"/>
          <w:sz w:val="18"/>
          <w:szCs w:val="18"/>
        </w:rPr>
        <w:t>: ……………………………………………..</w:t>
      </w:r>
    </w:p>
    <w:p w14:paraId="07D1FDB0" w14:textId="77777777" w:rsidR="0040045D" w:rsidRPr="00BB2173" w:rsidRDefault="0040045D" w:rsidP="00297B4D">
      <w:pPr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 w:rsidRPr="00BB2173">
        <w:rPr>
          <w:rFonts w:ascii="Times New Roman" w:hAnsi="Times New Roman"/>
          <w:b/>
          <w:sz w:val="18"/>
          <w:szCs w:val="18"/>
          <w:u w:val="single"/>
        </w:rPr>
        <w:t>Adnotacje administracji Domu Studenta</w:t>
      </w:r>
      <w:r w:rsidR="0044724C" w:rsidRPr="00BB2173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395AEB" w:rsidRPr="00BB2173">
        <w:rPr>
          <w:rFonts w:ascii="Times New Roman" w:hAnsi="Times New Roman"/>
          <w:b/>
          <w:sz w:val="18"/>
          <w:szCs w:val="18"/>
          <w:u w:val="single"/>
        </w:rPr>
        <w:t xml:space="preserve">/ </w:t>
      </w:r>
      <w:r w:rsidR="00395AEB" w:rsidRPr="00BB2173">
        <w:rPr>
          <w:rFonts w:ascii="Times New Roman" w:hAnsi="Times New Roman"/>
          <w:b/>
          <w:i/>
          <w:sz w:val="18"/>
          <w:szCs w:val="18"/>
          <w:u w:val="single"/>
        </w:rPr>
        <w:t>Dormitory administration notes</w:t>
      </w:r>
      <w:r w:rsidRPr="00BB2173">
        <w:rPr>
          <w:rFonts w:ascii="Times New Roman" w:hAnsi="Times New Roman"/>
          <w:b/>
          <w:sz w:val="18"/>
          <w:szCs w:val="18"/>
          <w:u w:val="single"/>
        </w:rPr>
        <w:t>:</w:t>
      </w:r>
    </w:p>
    <w:p w14:paraId="001D7E2E" w14:textId="77777777" w:rsidR="00BB76C7" w:rsidRPr="00BB2173" w:rsidRDefault="0040045D" w:rsidP="00297B4D">
      <w:pPr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Pokój nr …………</w:t>
      </w:r>
      <w:r w:rsidR="00297B4D" w:rsidRPr="00BB2173">
        <w:rPr>
          <w:rFonts w:ascii="Times New Roman" w:hAnsi="Times New Roman"/>
          <w:sz w:val="18"/>
          <w:szCs w:val="18"/>
        </w:rPr>
        <w:t>.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297B4D" w:rsidRPr="00BB2173">
        <w:rPr>
          <w:rFonts w:ascii="Times New Roman" w:hAnsi="Times New Roman"/>
          <w:sz w:val="18"/>
          <w:szCs w:val="18"/>
        </w:rPr>
        <w:t>z</w:t>
      </w:r>
      <w:r w:rsidRPr="00BB2173">
        <w:rPr>
          <w:rFonts w:ascii="Times New Roman" w:hAnsi="Times New Roman"/>
          <w:sz w:val="18"/>
          <w:szCs w:val="18"/>
        </w:rPr>
        <w:t>dany dnia</w:t>
      </w:r>
      <w:r w:rsidR="00297B4D" w:rsidRPr="00BB2173">
        <w:rPr>
          <w:rFonts w:ascii="Times New Roman" w:hAnsi="Times New Roman"/>
          <w:sz w:val="18"/>
          <w:szCs w:val="18"/>
        </w:rPr>
        <w:t xml:space="preserve"> .</w:t>
      </w:r>
      <w:r w:rsidRPr="00BB2173">
        <w:rPr>
          <w:rFonts w:ascii="Times New Roman" w:hAnsi="Times New Roman"/>
          <w:sz w:val="18"/>
          <w:szCs w:val="18"/>
        </w:rPr>
        <w:t>…</w:t>
      </w:r>
      <w:r w:rsidR="00297B4D" w:rsidRPr="00BB2173">
        <w:rPr>
          <w:rFonts w:ascii="Times New Roman" w:hAnsi="Times New Roman"/>
          <w:sz w:val="18"/>
          <w:szCs w:val="18"/>
        </w:rPr>
        <w:t>…</w:t>
      </w:r>
      <w:r w:rsidRPr="00BB2173">
        <w:rPr>
          <w:rFonts w:ascii="Times New Roman" w:hAnsi="Times New Roman"/>
          <w:sz w:val="18"/>
          <w:szCs w:val="18"/>
        </w:rPr>
        <w:t>……………… w stanie niebudzącym</w:t>
      </w:r>
      <w:r w:rsidR="0044724C" w:rsidRPr="00BB2173">
        <w:rPr>
          <w:rFonts w:ascii="Times New Roman" w:hAnsi="Times New Roman"/>
          <w:sz w:val="18"/>
          <w:szCs w:val="18"/>
        </w:rPr>
        <w:t xml:space="preserve"> zastrzeżeń </w:t>
      </w:r>
      <w:r w:rsidRPr="00BB2173">
        <w:rPr>
          <w:rFonts w:ascii="Times New Roman" w:hAnsi="Times New Roman"/>
          <w:sz w:val="18"/>
          <w:szCs w:val="18"/>
        </w:rPr>
        <w:t>/</w:t>
      </w:r>
      <w:r w:rsidR="0044724C" w:rsidRPr="00BB2173">
        <w:rPr>
          <w:rFonts w:ascii="Times New Roman" w:hAnsi="Times New Roman"/>
          <w:sz w:val="18"/>
          <w:szCs w:val="18"/>
        </w:rPr>
        <w:t xml:space="preserve"> </w:t>
      </w:r>
      <w:r w:rsidRPr="00BB2173">
        <w:rPr>
          <w:rFonts w:ascii="Times New Roman" w:hAnsi="Times New Roman"/>
          <w:sz w:val="18"/>
          <w:szCs w:val="18"/>
        </w:rPr>
        <w:t>budzącym</w:t>
      </w:r>
      <w:r w:rsidR="0044724C" w:rsidRPr="00BB2173">
        <w:rPr>
          <w:rFonts w:ascii="Times New Roman" w:hAnsi="Times New Roman"/>
          <w:sz w:val="18"/>
          <w:szCs w:val="18"/>
        </w:rPr>
        <w:t xml:space="preserve"> zastrzeżenia</w:t>
      </w:r>
      <w:r w:rsidR="00640A1E" w:rsidRPr="00BB2173">
        <w:rPr>
          <w:rFonts w:ascii="Times New Roman" w:hAnsi="Times New Roman"/>
          <w:sz w:val="18"/>
          <w:szCs w:val="18"/>
        </w:rPr>
        <w:t xml:space="preserve">. </w:t>
      </w:r>
    </w:p>
    <w:p w14:paraId="2A1209EA" w14:textId="77777777" w:rsidR="00543A8C" w:rsidRPr="00BB2173" w:rsidRDefault="00395AEB" w:rsidP="00297B4D">
      <w:pPr>
        <w:jc w:val="both"/>
        <w:rPr>
          <w:rFonts w:ascii="Times New Roman" w:hAnsi="Times New Roman"/>
          <w:i/>
          <w:sz w:val="18"/>
          <w:szCs w:val="18"/>
          <w:lang w:val="en-GB"/>
        </w:rPr>
      </w:pPr>
      <w:r w:rsidRPr="00BB2173">
        <w:rPr>
          <w:rFonts w:ascii="Times New Roman" w:hAnsi="Times New Roman"/>
          <w:i/>
          <w:sz w:val="18"/>
          <w:szCs w:val="18"/>
          <w:lang w:val="en-GB"/>
        </w:rPr>
        <w:t>The room no</w:t>
      </w:r>
      <w:r w:rsidR="0044724C" w:rsidRPr="00BB2173">
        <w:rPr>
          <w:rFonts w:ascii="Times New Roman" w:hAnsi="Times New Roman"/>
          <w:i/>
          <w:sz w:val="18"/>
          <w:szCs w:val="18"/>
          <w:lang w:val="en-GB"/>
        </w:rPr>
        <w:t xml:space="preserve">. 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……</w:t>
      </w:r>
      <w:r w:rsidR="00BA1D48" w:rsidRPr="00BB2173">
        <w:rPr>
          <w:rFonts w:ascii="Times New Roman" w:hAnsi="Times New Roman"/>
          <w:i/>
          <w:sz w:val="18"/>
          <w:szCs w:val="18"/>
          <w:lang w:val="en-GB"/>
        </w:rPr>
        <w:t xml:space="preserve"> </w:t>
      </w:r>
      <w:r w:rsidR="00543A8C" w:rsidRPr="00BB2173">
        <w:rPr>
          <w:rFonts w:ascii="Times New Roman" w:hAnsi="Times New Roman"/>
          <w:i/>
          <w:sz w:val="18"/>
          <w:szCs w:val="18"/>
          <w:lang w:val="en-GB"/>
        </w:rPr>
        <w:t>returned to the administration</w:t>
      </w:r>
      <w:r w:rsidR="00BA1D48" w:rsidRPr="00BB2173">
        <w:rPr>
          <w:rFonts w:ascii="Times New Roman" w:hAnsi="Times New Roman"/>
          <w:i/>
          <w:sz w:val="18"/>
          <w:szCs w:val="18"/>
          <w:lang w:val="en-GB"/>
        </w:rPr>
        <w:t xml:space="preserve"> on</w:t>
      </w:r>
      <w:r w:rsidR="0044724C" w:rsidRPr="00BB2173">
        <w:rPr>
          <w:rFonts w:ascii="Times New Roman" w:hAnsi="Times New Roman"/>
          <w:i/>
          <w:sz w:val="18"/>
          <w:szCs w:val="18"/>
          <w:lang w:val="en-GB"/>
        </w:rPr>
        <w:t xml:space="preserve"> </w:t>
      </w:r>
      <w:r w:rsidR="00BA1D48" w:rsidRPr="00BB2173">
        <w:rPr>
          <w:rFonts w:ascii="Times New Roman" w:hAnsi="Times New Roman"/>
          <w:i/>
          <w:sz w:val="18"/>
          <w:szCs w:val="18"/>
          <w:lang w:val="en-GB"/>
        </w:rPr>
        <w:t>………… (date)</w:t>
      </w:r>
      <w:r w:rsidR="00543A8C" w:rsidRPr="00BB2173">
        <w:rPr>
          <w:rFonts w:ascii="Times New Roman" w:hAnsi="Times New Roman"/>
          <w:i/>
          <w:sz w:val="18"/>
          <w:szCs w:val="18"/>
          <w:lang w:val="en-GB"/>
        </w:rPr>
        <w:t xml:space="preserve"> in unquestionable / questionable order</w:t>
      </w:r>
      <w:r w:rsidR="0044724C" w:rsidRPr="00BB2173">
        <w:rPr>
          <w:rFonts w:ascii="Times New Roman" w:hAnsi="Times New Roman"/>
          <w:i/>
          <w:sz w:val="18"/>
          <w:szCs w:val="18"/>
          <w:lang w:val="en-GB"/>
        </w:rPr>
        <w:t>.</w:t>
      </w:r>
    </w:p>
    <w:p w14:paraId="02F69FE6" w14:textId="77777777" w:rsidR="00A7496E" w:rsidRPr="00BB2173" w:rsidRDefault="00BC1CBF" w:rsidP="00297B4D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BB2173">
        <w:rPr>
          <w:rFonts w:ascii="Times New Roman" w:hAnsi="Times New Roman"/>
          <w:sz w:val="18"/>
          <w:szCs w:val="18"/>
          <w:lang w:val="en-US"/>
        </w:rPr>
        <w:t>Uwagi</w:t>
      </w:r>
      <w:r w:rsidR="00395AEB" w:rsidRPr="00BB2173">
        <w:rPr>
          <w:rFonts w:ascii="Times New Roman" w:hAnsi="Times New Roman"/>
          <w:sz w:val="18"/>
          <w:szCs w:val="18"/>
          <w:lang w:val="en-US"/>
        </w:rPr>
        <w:t>/</w:t>
      </w:r>
      <w:r w:rsidR="00395AEB" w:rsidRPr="00BB2173">
        <w:rPr>
          <w:rFonts w:ascii="Times New Roman" w:hAnsi="Times New Roman"/>
          <w:i/>
          <w:sz w:val="18"/>
          <w:szCs w:val="18"/>
          <w:lang w:val="en-US"/>
        </w:rPr>
        <w:t>remarks</w:t>
      </w:r>
      <w:r w:rsidR="00BB76C7" w:rsidRPr="00BB2173">
        <w:rPr>
          <w:rFonts w:ascii="Times New Roman" w:hAnsi="Times New Roman"/>
          <w:i/>
          <w:sz w:val="18"/>
          <w:szCs w:val="18"/>
          <w:lang w:val="en-US"/>
        </w:rPr>
        <w:t>:</w:t>
      </w:r>
      <w:r w:rsidR="00BB76C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A7496E" w:rsidRPr="00BB2173">
        <w:rPr>
          <w:rFonts w:ascii="Times New Roman" w:hAnsi="Times New Roman"/>
          <w:sz w:val="18"/>
          <w:szCs w:val="18"/>
          <w:lang w:val="en-US"/>
        </w:rPr>
        <w:t>*</w:t>
      </w:r>
    </w:p>
    <w:p w14:paraId="7AA30B2E" w14:textId="77777777" w:rsidR="00E24136" w:rsidRPr="00BB2173" w:rsidRDefault="00BB76C7" w:rsidP="00297B4D">
      <w:pPr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………………………………………………………………………………………………………………………</w:t>
      </w:r>
      <w:r w:rsidR="00E24136" w:rsidRPr="00BB2173">
        <w:rPr>
          <w:rFonts w:ascii="Times New Roman" w:hAnsi="Times New Roman"/>
          <w:sz w:val="18"/>
          <w:szCs w:val="18"/>
          <w:lang w:val="en-US"/>
        </w:rPr>
        <w:t>..</w:t>
      </w:r>
      <w:r w:rsidRPr="00BB2173">
        <w:rPr>
          <w:rFonts w:ascii="Times New Roman" w:hAnsi="Times New Roman"/>
          <w:sz w:val="18"/>
          <w:szCs w:val="18"/>
          <w:lang w:val="en-US"/>
        </w:rPr>
        <w:t>…………………………………………</w:t>
      </w:r>
      <w:r w:rsidRPr="00BB2173">
        <w:rPr>
          <w:rFonts w:ascii="Times New Roman" w:hAnsi="Times New Roman"/>
          <w:sz w:val="18"/>
          <w:szCs w:val="18"/>
        </w:rPr>
        <w:t>……………………………………………………………………………</w:t>
      </w:r>
      <w:r w:rsidR="00E24136" w:rsidRPr="00BB2173">
        <w:rPr>
          <w:rFonts w:ascii="Times New Roman" w:hAnsi="Times New Roman"/>
          <w:sz w:val="18"/>
          <w:szCs w:val="18"/>
        </w:rPr>
        <w:t>.</w:t>
      </w:r>
      <w:r w:rsidRPr="00BB2173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</w:t>
      </w:r>
      <w:r w:rsidR="00E24136" w:rsidRPr="00BB2173">
        <w:rPr>
          <w:rFonts w:ascii="Times New Roman" w:hAnsi="Times New Roman"/>
          <w:sz w:val="18"/>
          <w:szCs w:val="18"/>
        </w:rPr>
        <w:t>…………………………</w:t>
      </w:r>
      <w:r w:rsidR="0044724C" w:rsidRPr="00BB2173">
        <w:rPr>
          <w:rFonts w:ascii="Times New Roman" w:hAnsi="Times New Roman"/>
          <w:sz w:val="18"/>
          <w:szCs w:val="18"/>
        </w:rPr>
        <w:t>..</w:t>
      </w:r>
      <w:r w:rsidR="00E24136" w:rsidRPr="00BB2173">
        <w:rPr>
          <w:rFonts w:ascii="Times New Roman" w:hAnsi="Times New Roman"/>
          <w:sz w:val="18"/>
          <w:szCs w:val="18"/>
        </w:rPr>
        <w:t>…</w:t>
      </w:r>
    </w:p>
    <w:p w14:paraId="7C1A0069" w14:textId="77777777" w:rsidR="00BB76C7" w:rsidRPr="00BB2173" w:rsidRDefault="00BB76C7" w:rsidP="00297B4D">
      <w:pPr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Zatwie</w:t>
      </w:r>
      <w:r w:rsidR="00395AEB" w:rsidRPr="00BB2173">
        <w:rPr>
          <w:rFonts w:ascii="Times New Roman" w:hAnsi="Times New Roman"/>
          <w:sz w:val="18"/>
          <w:szCs w:val="18"/>
        </w:rPr>
        <w:t>rdzam sposób rozliczenia kaucji</w:t>
      </w:r>
      <w:r w:rsidR="0044724C" w:rsidRPr="00BB2173">
        <w:rPr>
          <w:rFonts w:ascii="Times New Roman" w:hAnsi="Times New Roman"/>
          <w:sz w:val="18"/>
          <w:szCs w:val="18"/>
        </w:rPr>
        <w:t xml:space="preserve"> </w:t>
      </w:r>
      <w:r w:rsidR="00395AEB" w:rsidRPr="00BB2173">
        <w:rPr>
          <w:rFonts w:ascii="Times New Roman" w:hAnsi="Times New Roman"/>
          <w:sz w:val="18"/>
          <w:szCs w:val="18"/>
        </w:rPr>
        <w:t xml:space="preserve">/ </w:t>
      </w:r>
      <w:r w:rsidR="00395AEB" w:rsidRPr="00BB2173">
        <w:rPr>
          <w:rFonts w:ascii="Times New Roman" w:hAnsi="Times New Roman"/>
          <w:i/>
          <w:sz w:val="18"/>
          <w:szCs w:val="18"/>
        </w:rPr>
        <w:t>I approve</w:t>
      </w:r>
      <w:r w:rsidR="00543A8C" w:rsidRPr="00BB2173">
        <w:rPr>
          <w:rFonts w:ascii="Times New Roman" w:hAnsi="Times New Roman"/>
          <w:i/>
          <w:sz w:val="18"/>
          <w:szCs w:val="18"/>
        </w:rPr>
        <w:t xml:space="preserve"> the following</w:t>
      </w:r>
      <w:r w:rsidR="00543A8C" w:rsidRPr="00BB2173">
        <w:rPr>
          <w:rFonts w:ascii="Times New Roman" w:hAnsi="Times New Roman"/>
          <w:sz w:val="18"/>
          <w:szCs w:val="18"/>
        </w:rPr>
        <w:t>:</w:t>
      </w:r>
    </w:p>
    <w:p w14:paraId="39C684C8" w14:textId="77777777" w:rsidR="0040045D" w:rsidRPr="00BB2173" w:rsidRDefault="005242EB" w:rsidP="00297B4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zaliczenie kaucji</w:t>
      </w:r>
      <w:r w:rsidR="0040045D" w:rsidRPr="00BB2173">
        <w:rPr>
          <w:rFonts w:ascii="Times New Roman" w:hAnsi="Times New Roman"/>
          <w:sz w:val="18"/>
          <w:szCs w:val="18"/>
        </w:rPr>
        <w:t xml:space="preserve"> </w:t>
      </w:r>
      <w:r w:rsidR="008205AC" w:rsidRPr="00BB2173">
        <w:rPr>
          <w:rFonts w:ascii="Times New Roman" w:hAnsi="Times New Roman"/>
          <w:sz w:val="18"/>
          <w:szCs w:val="18"/>
        </w:rPr>
        <w:t xml:space="preserve">w wysokości </w:t>
      </w:r>
      <w:r w:rsidR="0044724C" w:rsidRPr="00BB2173">
        <w:rPr>
          <w:rFonts w:ascii="Times New Roman" w:hAnsi="Times New Roman"/>
          <w:sz w:val="18"/>
          <w:szCs w:val="18"/>
        </w:rPr>
        <w:t xml:space="preserve">……… </w:t>
      </w:r>
      <w:r w:rsidR="0040045D" w:rsidRPr="00BB2173">
        <w:rPr>
          <w:rFonts w:ascii="Times New Roman" w:hAnsi="Times New Roman"/>
          <w:sz w:val="18"/>
          <w:szCs w:val="18"/>
        </w:rPr>
        <w:t xml:space="preserve">zł na </w:t>
      </w:r>
      <w:r w:rsidR="008205AC" w:rsidRPr="00BB2173">
        <w:rPr>
          <w:rFonts w:ascii="Times New Roman" w:hAnsi="Times New Roman"/>
          <w:sz w:val="18"/>
          <w:szCs w:val="18"/>
        </w:rPr>
        <w:t xml:space="preserve">poczet opłaty za </w:t>
      </w:r>
      <w:r w:rsidR="00297B4D" w:rsidRPr="00BB2173">
        <w:rPr>
          <w:rFonts w:ascii="Times New Roman" w:hAnsi="Times New Roman"/>
          <w:sz w:val="18"/>
          <w:szCs w:val="18"/>
        </w:rPr>
        <w:t>zamieszkanie za miesiąc</w:t>
      </w:r>
      <w:r w:rsidR="0044724C" w:rsidRPr="00BB2173">
        <w:rPr>
          <w:rFonts w:ascii="Times New Roman" w:hAnsi="Times New Roman"/>
          <w:sz w:val="18"/>
          <w:szCs w:val="18"/>
        </w:rPr>
        <w:t xml:space="preserve"> ………………..</w:t>
      </w:r>
      <w:r w:rsidR="00297B4D" w:rsidRPr="00BB2173">
        <w:rPr>
          <w:rFonts w:ascii="Times New Roman" w:hAnsi="Times New Roman"/>
          <w:sz w:val="18"/>
          <w:szCs w:val="18"/>
        </w:rPr>
        <w:t>,</w:t>
      </w:r>
    </w:p>
    <w:p w14:paraId="6AE05D05" w14:textId="77777777" w:rsidR="00D16518" w:rsidRPr="00BB2173" w:rsidRDefault="00543A8C" w:rsidP="00D16518">
      <w:pPr>
        <w:pStyle w:val="Akapitzlist"/>
        <w:jc w:val="both"/>
        <w:rPr>
          <w:rFonts w:ascii="Times New Roman" w:hAnsi="Times New Roman"/>
          <w:i/>
          <w:sz w:val="18"/>
          <w:szCs w:val="18"/>
          <w:lang w:val="en-US"/>
        </w:rPr>
      </w:pPr>
      <w:r w:rsidRPr="00BB2173">
        <w:rPr>
          <w:rFonts w:ascii="Times New Roman" w:hAnsi="Times New Roman"/>
          <w:i/>
          <w:sz w:val="18"/>
          <w:szCs w:val="18"/>
          <w:lang w:val="en-US"/>
        </w:rPr>
        <w:t>contribution of  deposit amount of PLN….……... to accommodation fees for the month ………………</w:t>
      </w:r>
      <w:r w:rsidR="0044724C" w:rsidRPr="00BB2173">
        <w:rPr>
          <w:rFonts w:ascii="Times New Roman" w:hAnsi="Times New Roman"/>
          <w:i/>
          <w:sz w:val="18"/>
          <w:szCs w:val="18"/>
          <w:lang w:val="en-US"/>
        </w:rPr>
        <w:t>.</w:t>
      </w:r>
      <w:r w:rsidRPr="00BB2173">
        <w:rPr>
          <w:rFonts w:ascii="Times New Roman" w:hAnsi="Times New Roman"/>
          <w:i/>
          <w:sz w:val="18"/>
          <w:szCs w:val="18"/>
          <w:lang w:val="en-US"/>
        </w:rPr>
        <w:t>…</w:t>
      </w:r>
    </w:p>
    <w:p w14:paraId="74539910" w14:textId="77777777" w:rsidR="00EC5252" w:rsidRPr="00BB2173" w:rsidRDefault="00EC5252" w:rsidP="00D16518">
      <w:pPr>
        <w:pStyle w:val="Akapitzlist"/>
        <w:jc w:val="both"/>
        <w:rPr>
          <w:rFonts w:ascii="Times New Roman" w:hAnsi="Times New Roman"/>
          <w:i/>
          <w:sz w:val="18"/>
          <w:szCs w:val="18"/>
          <w:lang w:val="en-US"/>
        </w:rPr>
      </w:pPr>
    </w:p>
    <w:p w14:paraId="78434BFE" w14:textId="77777777" w:rsidR="00B43F62" w:rsidRPr="00BB2173" w:rsidRDefault="00297B4D" w:rsidP="00F028B5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 xml:space="preserve">potrącenie kwoty </w:t>
      </w:r>
      <w:r w:rsidR="008205AC" w:rsidRPr="00BB2173">
        <w:rPr>
          <w:rFonts w:ascii="Times New Roman" w:hAnsi="Times New Roman"/>
          <w:sz w:val="18"/>
          <w:szCs w:val="18"/>
        </w:rPr>
        <w:t xml:space="preserve">w wysokości </w:t>
      </w:r>
      <w:r w:rsidRPr="00BB2173">
        <w:rPr>
          <w:rFonts w:ascii="Times New Roman" w:hAnsi="Times New Roman"/>
          <w:sz w:val="18"/>
          <w:szCs w:val="18"/>
        </w:rPr>
        <w:t xml:space="preserve">……………………… zł </w:t>
      </w:r>
      <w:r w:rsidR="005242EB" w:rsidRPr="00BB2173">
        <w:rPr>
          <w:rFonts w:ascii="Times New Roman" w:hAnsi="Times New Roman"/>
          <w:sz w:val="18"/>
          <w:szCs w:val="18"/>
        </w:rPr>
        <w:t xml:space="preserve">z kaucji </w:t>
      </w:r>
      <w:r w:rsidRPr="00BB2173">
        <w:rPr>
          <w:rFonts w:ascii="Times New Roman" w:hAnsi="Times New Roman"/>
          <w:sz w:val="18"/>
          <w:szCs w:val="18"/>
        </w:rPr>
        <w:t>zgodnie</w:t>
      </w:r>
      <w:r w:rsidR="008205AC" w:rsidRPr="00BB2173">
        <w:rPr>
          <w:rFonts w:ascii="Times New Roman" w:hAnsi="Times New Roman"/>
          <w:sz w:val="18"/>
          <w:szCs w:val="18"/>
        </w:rPr>
        <w:t xml:space="preserve"> z protokołem zniszczeń lub braków w wyposażeniu </w:t>
      </w:r>
      <w:r w:rsidRPr="00BB2173">
        <w:rPr>
          <w:rFonts w:ascii="Times New Roman" w:hAnsi="Times New Roman"/>
          <w:sz w:val="18"/>
          <w:szCs w:val="18"/>
        </w:rPr>
        <w:t>z dnia</w:t>
      </w:r>
      <w:r w:rsidR="0044724C" w:rsidRPr="00BB2173">
        <w:rPr>
          <w:rFonts w:ascii="Times New Roman" w:hAnsi="Times New Roman"/>
          <w:sz w:val="18"/>
          <w:szCs w:val="18"/>
        </w:rPr>
        <w:t xml:space="preserve"> </w:t>
      </w:r>
      <w:r w:rsidRPr="00BB2173">
        <w:rPr>
          <w:rFonts w:ascii="Times New Roman" w:hAnsi="Times New Roman"/>
          <w:sz w:val="18"/>
          <w:szCs w:val="18"/>
        </w:rPr>
        <w:t>…………</w:t>
      </w:r>
      <w:r w:rsidR="005242EB" w:rsidRPr="00BB2173">
        <w:rPr>
          <w:rFonts w:ascii="Times New Roman" w:hAnsi="Times New Roman"/>
          <w:sz w:val="18"/>
          <w:szCs w:val="18"/>
        </w:rPr>
        <w:t>……………..</w:t>
      </w:r>
    </w:p>
    <w:p w14:paraId="590C3C6A" w14:textId="77777777" w:rsidR="00BA1D48" w:rsidRPr="00BB2173" w:rsidRDefault="00BA1D48" w:rsidP="00BA1D48">
      <w:pPr>
        <w:pStyle w:val="Akapitzlist"/>
        <w:jc w:val="both"/>
        <w:rPr>
          <w:rFonts w:ascii="Times New Roman" w:hAnsi="Times New Roman"/>
          <w:i/>
          <w:sz w:val="18"/>
          <w:szCs w:val="18"/>
          <w:lang w:val="en-US"/>
        </w:rPr>
      </w:pPr>
      <w:r w:rsidRPr="00BB2173">
        <w:rPr>
          <w:rFonts w:ascii="Times New Roman" w:hAnsi="Times New Roman"/>
          <w:i/>
          <w:sz w:val="18"/>
          <w:szCs w:val="18"/>
          <w:lang w:val="en-US"/>
        </w:rPr>
        <w:t>deduction of the amount of PLN ……… from the deposit money according to the report on damages and lacks in equipment, dated</w:t>
      </w:r>
      <w:r w:rsidR="0044724C" w:rsidRPr="00BB2173">
        <w:rPr>
          <w:rFonts w:ascii="Times New Roman" w:hAnsi="Times New Roman"/>
          <w:i/>
          <w:sz w:val="18"/>
          <w:szCs w:val="18"/>
          <w:lang w:val="en-US"/>
        </w:rPr>
        <w:t xml:space="preserve"> </w:t>
      </w:r>
      <w:r w:rsidRPr="00BB2173">
        <w:rPr>
          <w:rFonts w:ascii="Times New Roman" w:hAnsi="Times New Roman"/>
          <w:i/>
          <w:sz w:val="18"/>
          <w:szCs w:val="18"/>
          <w:lang w:val="en-US"/>
        </w:rPr>
        <w:t>……………………….</w:t>
      </w:r>
    </w:p>
    <w:p w14:paraId="5A7E0CF2" w14:textId="77777777" w:rsidR="007C0460" w:rsidRPr="00BB2173" w:rsidRDefault="007C0460" w:rsidP="00BA1D48">
      <w:pPr>
        <w:pStyle w:val="Akapitzlist"/>
        <w:jc w:val="both"/>
        <w:rPr>
          <w:rFonts w:ascii="Times New Roman" w:hAnsi="Times New Roman"/>
          <w:i/>
          <w:sz w:val="18"/>
          <w:szCs w:val="18"/>
          <w:lang w:val="en-US"/>
        </w:rPr>
      </w:pPr>
    </w:p>
    <w:p w14:paraId="2AA3C6D9" w14:textId="77777777" w:rsidR="007C0460" w:rsidRPr="00BB2173" w:rsidRDefault="007C0460" w:rsidP="007C0460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zwrot kaucji w wysokości ………………………..</w:t>
      </w:r>
      <w:r w:rsidR="0044724C" w:rsidRPr="00BB2173">
        <w:rPr>
          <w:rFonts w:ascii="Times New Roman" w:hAnsi="Times New Roman"/>
          <w:sz w:val="18"/>
          <w:szCs w:val="18"/>
        </w:rPr>
        <w:t xml:space="preserve"> </w:t>
      </w:r>
      <w:r w:rsidRPr="00BB2173">
        <w:rPr>
          <w:rFonts w:ascii="Times New Roman" w:hAnsi="Times New Roman"/>
          <w:sz w:val="18"/>
          <w:szCs w:val="18"/>
        </w:rPr>
        <w:t>zł na wskazane powyżej konto bankowe mieszkańca,</w:t>
      </w:r>
    </w:p>
    <w:p w14:paraId="52C23FD2" w14:textId="77777777" w:rsidR="00543A8C" w:rsidRDefault="007C0460" w:rsidP="00543A8C">
      <w:pPr>
        <w:pStyle w:val="Akapitzlist"/>
        <w:jc w:val="both"/>
        <w:rPr>
          <w:rFonts w:ascii="Times New Roman" w:hAnsi="Times New Roman"/>
          <w:i/>
          <w:sz w:val="18"/>
          <w:szCs w:val="18"/>
          <w:lang w:val="en-GB"/>
        </w:rPr>
      </w:pPr>
      <w:r w:rsidRPr="00BB2173">
        <w:rPr>
          <w:rFonts w:ascii="Times New Roman" w:hAnsi="Times New Roman"/>
          <w:i/>
          <w:sz w:val="18"/>
          <w:szCs w:val="18"/>
          <w:lang w:val="en-GB"/>
        </w:rPr>
        <w:t>return of the deposit in the amount of PLN …………… to the account given above</w:t>
      </w:r>
    </w:p>
    <w:p w14:paraId="60FA6563" w14:textId="77777777" w:rsidR="00593F53" w:rsidRPr="00BB2173" w:rsidRDefault="00593F53" w:rsidP="00543A8C">
      <w:pPr>
        <w:pStyle w:val="Akapitzlist"/>
        <w:jc w:val="both"/>
        <w:rPr>
          <w:rFonts w:ascii="Times New Roman" w:hAnsi="Times New Roman"/>
          <w:i/>
          <w:sz w:val="18"/>
          <w:szCs w:val="18"/>
          <w:lang w:val="en-GB"/>
        </w:rPr>
      </w:pPr>
    </w:p>
    <w:p w14:paraId="4457387A" w14:textId="77777777" w:rsidR="007C2C81" w:rsidRPr="002B624E" w:rsidRDefault="007C2C81" w:rsidP="006A27EB">
      <w:pPr>
        <w:pStyle w:val="Akapitzlist"/>
        <w:numPr>
          <w:ilvl w:val="0"/>
          <w:numId w:val="3"/>
        </w:numPr>
        <w:rPr>
          <w:rFonts w:ascii="Times New Roman" w:hAnsi="Times New Roman"/>
          <w:sz w:val="18"/>
          <w:szCs w:val="18"/>
          <w:lang w:val="en-GB"/>
        </w:rPr>
      </w:pPr>
      <w:r w:rsidRPr="002B624E">
        <w:rPr>
          <w:rFonts w:ascii="Times New Roman" w:hAnsi="Times New Roman"/>
          <w:sz w:val="18"/>
          <w:szCs w:val="18"/>
          <w:lang w:val="en-GB"/>
        </w:rPr>
        <w:t>zwrot kaucji w wysokości ………………………………… zł w formie autowypłaty (czeku elektronicznego) w banku Pekao SA.</w:t>
      </w:r>
      <w:r w:rsidR="006A27EB" w:rsidRPr="002B624E">
        <w:rPr>
          <w:rFonts w:ascii="Times New Roman" w:hAnsi="Times New Roman"/>
          <w:sz w:val="18"/>
          <w:szCs w:val="18"/>
          <w:lang w:val="en-GB"/>
        </w:rPr>
        <w:br/>
      </w:r>
      <w:r w:rsidR="006A27EB" w:rsidRPr="002B624E">
        <w:rPr>
          <w:rFonts w:ascii="Times New Roman" w:hAnsi="Times New Roman"/>
          <w:i/>
          <w:sz w:val="18"/>
          <w:szCs w:val="18"/>
          <w:lang w:val="en-GB"/>
        </w:rPr>
        <w:t xml:space="preserve">return of the deposit in the amount of PLN …………… in the form of </w:t>
      </w:r>
      <w:r w:rsidR="00E168FA" w:rsidRPr="002B624E">
        <w:rPr>
          <w:rFonts w:ascii="Times New Roman" w:hAnsi="Times New Roman"/>
          <w:i/>
          <w:sz w:val="18"/>
          <w:szCs w:val="18"/>
          <w:lang w:val="en-GB"/>
        </w:rPr>
        <w:t>cash withdrawal (aka “electronic check”) from the Pekao SA. Bank.</w:t>
      </w:r>
    </w:p>
    <w:p w14:paraId="1AC5CDBE" w14:textId="77777777" w:rsidR="007C2C81" w:rsidRPr="002B624E" w:rsidRDefault="007C2C81" w:rsidP="007C2C81">
      <w:pPr>
        <w:pStyle w:val="Akapitzlist"/>
        <w:jc w:val="both"/>
        <w:rPr>
          <w:rFonts w:ascii="Times New Roman" w:hAnsi="Times New Roman"/>
          <w:sz w:val="18"/>
          <w:szCs w:val="18"/>
          <w:lang w:val="en-GB"/>
        </w:rPr>
      </w:pPr>
    </w:p>
    <w:p w14:paraId="38B04FE2" w14:textId="77777777" w:rsidR="007C2C81" w:rsidRPr="002B624E" w:rsidRDefault="007C2C81" w:rsidP="00E168FA">
      <w:pPr>
        <w:pStyle w:val="Akapitzlist"/>
        <w:numPr>
          <w:ilvl w:val="0"/>
          <w:numId w:val="3"/>
        </w:numPr>
        <w:rPr>
          <w:rFonts w:ascii="Times New Roman" w:hAnsi="Times New Roman"/>
          <w:sz w:val="18"/>
          <w:szCs w:val="18"/>
          <w:lang w:val="en-GB"/>
        </w:rPr>
      </w:pPr>
      <w:r w:rsidRPr="002B624E">
        <w:rPr>
          <w:rFonts w:ascii="Times New Roman" w:hAnsi="Times New Roman"/>
          <w:sz w:val="18"/>
          <w:szCs w:val="18"/>
          <w:lang w:val="en-GB"/>
        </w:rPr>
        <w:t>zwrot kaucji w wysokości ………………………… zł w kasie UŁ.</w:t>
      </w:r>
      <w:r w:rsidR="00E168FA" w:rsidRPr="002B624E">
        <w:rPr>
          <w:rFonts w:ascii="Times New Roman" w:hAnsi="Times New Roman"/>
          <w:sz w:val="18"/>
          <w:szCs w:val="18"/>
          <w:lang w:val="en-GB"/>
        </w:rPr>
        <w:br/>
      </w:r>
      <w:r w:rsidR="00E168FA" w:rsidRPr="002B624E">
        <w:rPr>
          <w:rFonts w:ascii="Times New Roman" w:hAnsi="Times New Roman"/>
          <w:i/>
          <w:sz w:val="18"/>
          <w:szCs w:val="18"/>
          <w:lang w:val="en-GB"/>
        </w:rPr>
        <w:t>return of the deposit in the amount of PLN …….. at the UL cash desk.</w:t>
      </w:r>
    </w:p>
    <w:p w14:paraId="52E9EA66" w14:textId="77777777" w:rsidR="004E60C1" w:rsidRPr="00E168FA" w:rsidRDefault="004E60C1" w:rsidP="004E60C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E168FA">
        <w:rPr>
          <w:rFonts w:ascii="Times New Roman" w:hAnsi="Times New Roman"/>
          <w:iCs/>
          <w:sz w:val="18"/>
          <w:szCs w:val="18"/>
        </w:rPr>
        <w:t>w przypadku wypełnienia wniosku o zwrot kaucji drogą mailową potrzebny jest dodatkowo s</w:t>
      </w:r>
      <w:r w:rsidR="00DB156C" w:rsidRPr="00E168FA">
        <w:rPr>
          <w:rFonts w:ascii="Times New Roman" w:hAnsi="Times New Roman"/>
          <w:iCs/>
          <w:sz w:val="18"/>
          <w:szCs w:val="18"/>
        </w:rPr>
        <w:t>k</w:t>
      </w:r>
      <w:r w:rsidRPr="00E168FA">
        <w:rPr>
          <w:rFonts w:ascii="Times New Roman" w:hAnsi="Times New Roman"/>
          <w:iCs/>
          <w:sz w:val="18"/>
          <w:szCs w:val="18"/>
        </w:rPr>
        <w:t>an paszportu lub innego dokumentu potwierdzającego tożsamość studenta</w:t>
      </w:r>
      <w:r w:rsidR="00420480" w:rsidRPr="00E168FA">
        <w:rPr>
          <w:rFonts w:ascii="Times New Roman" w:hAnsi="Times New Roman"/>
          <w:iCs/>
          <w:sz w:val="18"/>
          <w:szCs w:val="18"/>
        </w:rPr>
        <w:t xml:space="preserve"> </w:t>
      </w:r>
      <w:r w:rsidR="0044724C" w:rsidRPr="00E168FA">
        <w:rPr>
          <w:rFonts w:ascii="Times New Roman" w:hAnsi="Times New Roman"/>
          <w:iCs/>
          <w:sz w:val="18"/>
          <w:szCs w:val="18"/>
        </w:rPr>
        <w:t xml:space="preserve">/ </w:t>
      </w:r>
      <w:r w:rsidRPr="00E168FA">
        <w:rPr>
          <w:rFonts w:ascii="Times New Roman" w:hAnsi="Times New Roman"/>
          <w:i/>
          <w:iCs/>
          <w:color w:val="000000"/>
          <w:sz w:val="18"/>
          <w:szCs w:val="18"/>
        </w:rPr>
        <w:t xml:space="preserve">in case of sending the form via e-mail it is </w:t>
      </w:r>
      <w:r w:rsidR="00DB156C" w:rsidRPr="00E168FA">
        <w:rPr>
          <w:rFonts w:ascii="Times New Roman" w:hAnsi="Times New Roman"/>
          <w:i/>
          <w:iCs/>
          <w:color w:val="000000"/>
          <w:sz w:val="18"/>
          <w:szCs w:val="18"/>
        </w:rPr>
        <w:t>required</w:t>
      </w:r>
      <w:r w:rsidRPr="00E168FA">
        <w:rPr>
          <w:rFonts w:ascii="Times New Roman" w:hAnsi="Times New Roman"/>
          <w:i/>
          <w:iCs/>
          <w:color w:val="000000"/>
          <w:sz w:val="18"/>
          <w:szCs w:val="18"/>
        </w:rPr>
        <w:t xml:space="preserve"> to </w:t>
      </w:r>
      <w:r w:rsidR="00DB156C" w:rsidRPr="00E168FA">
        <w:rPr>
          <w:rFonts w:ascii="Times New Roman" w:hAnsi="Times New Roman"/>
          <w:i/>
          <w:iCs/>
          <w:color w:val="000000"/>
          <w:sz w:val="18"/>
          <w:szCs w:val="18"/>
        </w:rPr>
        <w:t>provide</w:t>
      </w:r>
      <w:r w:rsidRPr="00E168FA">
        <w:rPr>
          <w:rFonts w:ascii="Times New Roman" w:hAnsi="Times New Roman"/>
          <w:i/>
          <w:iCs/>
          <w:color w:val="000000"/>
          <w:sz w:val="18"/>
          <w:szCs w:val="18"/>
        </w:rPr>
        <w:t xml:space="preserve"> scan of a passport or other identity </w:t>
      </w:r>
      <w:r w:rsidR="00E168FA">
        <w:rPr>
          <w:rFonts w:ascii="Times New Roman" w:hAnsi="Times New Roman"/>
          <w:i/>
          <w:iCs/>
          <w:color w:val="000000"/>
          <w:sz w:val="18"/>
          <w:szCs w:val="18"/>
        </w:rPr>
        <w:t xml:space="preserve">document </w:t>
      </w:r>
      <w:r w:rsidRPr="00E168FA">
        <w:rPr>
          <w:rFonts w:ascii="Times New Roman" w:hAnsi="Times New Roman"/>
          <w:i/>
          <w:iCs/>
          <w:color w:val="000000"/>
          <w:sz w:val="18"/>
          <w:szCs w:val="18"/>
        </w:rPr>
        <w:t>proof</w:t>
      </w:r>
    </w:p>
    <w:p w14:paraId="342D4C27" w14:textId="77777777" w:rsidR="00A4128E" w:rsidRPr="00E168FA" w:rsidRDefault="00A4128E" w:rsidP="00A4128E">
      <w:pPr>
        <w:shd w:val="clear" w:color="auto" w:fill="FFFFFF"/>
        <w:spacing w:after="0" w:line="240" w:lineRule="auto"/>
        <w:ind w:left="720"/>
        <w:rPr>
          <w:rFonts w:ascii="Times New Roman" w:hAnsi="Times New Roman"/>
          <w:iCs/>
          <w:sz w:val="18"/>
          <w:szCs w:val="18"/>
        </w:rPr>
      </w:pPr>
    </w:p>
    <w:p w14:paraId="3572E399" w14:textId="77777777" w:rsidR="00A4128E" w:rsidRPr="00E168FA" w:rsidRDefault="00A4128E" w:rsidP="00A4128E">
      <w:pPr>
        <w:shd w:val="clear" w:color="auto" w:fill="FFFFFF"/>
        <w:spacing w:after="0" w:line="240" w:lineRule="auto"/>
        <w:ind w:left="720"/>
        <w:rPr>
          <w:rFonts w:ascii="Times New Roman" w:hAnsi="Times New Roman"/>
          <w:iCs/>
          <w:sz w:val="18"/>
          <w:szCs w:val="18"/>
        </w:rPr>
      </w:pPr>
    </w:p>
    <w:p w14:paraId="6CEB15CE" w14:textId="77777777" w:rsidR="00A4128E" w:rsidRPr="00E168FA" w:rsidRDefault="00A4128E" w:rsidP="00A4128E">
      <w:pPr>
        <w:shd w:val="clear" w:color="auto" w:fill="FFFFFF"/>
        <w:spacing w:after="0" w:line="240" w:lineRule="auto"/>
        <w:ind w:left="720"/>
        <w:rPr>
          <w:rFonts w:ascii="Times New Roman" w:hAnsi="Times New Roman"/>
          <w:iCs/>
          <w:sz w:val="18"/>
          <w:szCs w:val="18"/>
        </w:rPr>
      </w:pPr>
    </w:p>
    <w:p w14:paraId="4BB10546" w14:textId="41B3E618" w:rsidR="00A4128E" w:rsidRDefault="00A4128E" w:rsidP="7DA5CBD6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18"/>
          <w:szCs w:val="18"/>
        </w:rPr>
      </w:pPr>
      <w:r w:rsidRPr="704DF565">
        <w:rPr>
          <w:rFonts w:ascii="Times New Roman" w:hAnsi="Times New Roman"/>
          <w:sz w:val="18"/>
          <w:szCs w:val="18"/>
        </w:rPr>
        <w:t xml:space="preserve">Data wpłaty </w:t>
      </w:r>
      <w:r w:rsidR="007C2C81" w:rsidRPr="704DF565">
        <w:rPr>
          <w:rFonts w:ascii="Times New Roman" w:hAnsi="Times New Roman"/>
          <w:sz w:val="18"/>
          <w:szCs w:val="18"/>
        </w:rPr>
        <w:t>kaucji i nr DS</w:t>
      </w:r>
      <w:r w:rsidRPr="704DF565">
        <w:rPr>
          <w:rFonts w:ascii="Times New Roman" w:hAnsi="Times New Roman"/>
          <w:sz w:val="18"/>
          <w:szCs w:val="18"/>
        </w:rPr>
        <w:t xml:space="preserve">  ……………</w:t>
      </w:r>
      <w:r>
        <w:tab/>
      </w:r>
      <w:r>
        <w:tab/>
      </w:r>
    </w:p>
    <w:p w14:paraId="0BF23A4D" w14:textId="7A89994B" w:rsidR="00A7496E" w:rsidRPr="003A7213" w:rsidRDefault="00E168FA" w:rsidP="704DF565">
      <w:pPr>
        <w:shd w:val="clear" w:color="auto" w:fill="FFFFFF" w:themeFill="background1"/>
        <w:spacing w:after="0" w:line="240" w:lineRule="auto"/>
        <w:rPr>
          <w:rFonts w:ascii="Times New Roman" w:hAnsi="Times New Roman"/>
          <w:i/>
          <w:iCs/>
          <w:color w:val="000000" w:themeColor="text1"/>
          <w:sz w:val="18"/>
          <w:szCs w:val="18"/>
          <w:lang w:val="en-GB"/>
        </w:rPr>
      </w:pPr>
      <w:r w:rsidRPr="704DF565">
        <w:rPr>
          <w:rFonts w:ascii="Times New Roman" w:hAnsi="Times New Roman"/>
          <w:i/>
          <w:iCs/>
          <w:color w:val="000000" w:themeColor="text1"/>
          <w:sz w:val="18"/>
          <w:szCs w:val="18"/>
          <w:lang w:val="en-GB"/>
        </w:rPr>
        <w:t>Date of deposit</w:t>
      </w:r>
      <w:r w:rsidR="00BF334E" w:rsidRPr="704DF565">
        <w:rPr>
          <w:rFonts w:ascii="Times New Roman" w:hAnsi="Times New Roman"/>
          <w:i/>
          <w:iCs/>
          <w:color w:val="000000" w:themeColor="text1"/>
          <w:sz w:val="18"/>
          <w:szCs w:val="18"/>
          <w:lang w:val="en-GB"/>
        </w:rPr>
        <w:t xml:space="preserve"> payment</w:t>
      </w:r>
      <w:r w:rsidRPr="704DF565">
        <w:rPr>
          <w:rFonts w:ascii="Times New Roman" w:hAnsi="Times New Roman"/>
          <w:i/>
          <w:iCs/>
          <w:color w:val="000000" w:themeColor="text1"/>
          <w:sz w:val="18"/>
          <w:szCs w:val="18"/>
          <w:lang w:val="en-GB"/>
        </w:rPr>
        <w:t xml:space="preserve"> and dorm no</w:t>
      </w:r>
      <w:r w:rsidR="00395AEB">
        <w:tab/>
      </w:r>
      <w:r w:rsidR="00395AEB">
        <w:tab/>
      </w:r>
      <w:r w:rsidR="00395AEB">
        <w:tab/>
      </w:r>
    </w:p>
    <w:p w14:paraId="49670E59" w14:textId="7F238CE0" w:rsidR="00A7496E" w:rsidRPr="003A7213" w:rsidRDefault="00A7496E" w:rsidP="704DF565">
      <w:pPr>
        <w:shd w:val="clear" w:color="auto" w:fill="FFFFFF" w:themeFill="background1"/>
        <w:spacing w:after="0" w:line="240" w:lineRule="auto"/>
        <w:rPr>
          <w:rFonts w:ascii="Times New Roman" w:hAnsi="Times New Roman"/>
          <w:i/>
          <w:iCs/>
          <w:color w:val="000000" w:themeColor="text1"/>
          <w:sz w:val="18"/>
          <w:szCs w:val="18"/>
          <w:lang w:val="en-GB"/>
        </w:rPr>
      </w:pPr>
    </w:p>
    <w:p w14:paraId="4317E4D1" w14:textId="182DDF3E" w:rsidR="00A7496E" w:rsidRPr="003A7213" w:rsidRDefault="6C9C6906" w:rsidP="704DF56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  <w:r w:rsidRPr="704DF565">
        <w:rPr>
          <w:rFonts w:ascii="Times New Roman" w:hAnsi="Times New Roman"/>
          <w:i/>
          <w:iCs/>
          <w:color w:val="000000" w:themeColor="text1"/>
          <w:sz w:val="18"/>
          <w:szCs w:val="18"/>
          <w:lang w:val="en-GB"/>
        </w:rPr>
        <w:t>Podpis pracownika DS …..................................................</w:t>
      </w:r>
    </w:p>
    <w:p w14:paraId="4B9D9090" w14:textId="4587E6A0" w:rsidR="00A7496E" w:rsidRPr="003A7213" w:rsidRDefault="6C9C6906" w:rsidP="704DF56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  <w:r w:rsidRPr="704DF565">
        <w:rPr>
          <w:rFonts w:ascii="Times New Roman" w:hAnsi="Times New Roman"/>
          <w:i/>
          <w:iCs/>
          <w:color w:val="000000" w:themeColor="text1"/>
          <w:sz w:val="18"/>
          <w:szCs w:val="18"/>
          <w:lang w:val="en-GB"/>
        </w:rPr>
        <w:t>.</w:t>
      </w:r>
      <w:r w:rsidR="00395AEB" w:rsidRPr="704DF565">
        <w:rPr>
          <w:rFonts w:ascii="Times New Roman" w:hAnsi="Times New Roman"/>
          <w:sz w:val="18"/>
          <w:szCs w:val="18"/>
          <w:lang w:val="en-US"/>
        </w:rPr>
        <w:t>(</w:t>
      </w:r>
      <w:r w:rsidR="00395AEB" w:rsidRPr="704DF565">
        <w:rPr>
          <w:rFonts w:ascii="Times New Roman" w:hAnsi="Times New Roman"/>
          <w:i/>
          <w:iCs/>
          <w:sz w:val="18"/>
          <w:szCs w:val="18"/>
          <w:lang w:val="en-US"/>
        </w:rPr>
        <w:t>signature</w:t>
      </w:r>
      <w:r w:rsidR="00453AA6" w:rsidRPr="704DF565">
        <w:rPr>
          <w:rFonts w:ascii="Times New Roman" w:hAnsi="Times New Roman"/>
          <w:i/>
          <w:iCs/>
          <w:sz w:val="18"/>
          <w:szCs w:val="18"/>
          <w:lang w:val="en-US"/>
        </w:rPr>
        <w:t xml:space="preserve"> of Dormitory Staff</w:t>
      </w:r>
      <w:r w:rsidR="008C52B1" w:rsidRPr="704DF565">
        <w:rPr>
          <w:rFonts w:ascii="Times New Roman" w:hAnsi="Times New Roman"/>
          <w:sz w:val="18"/>
          <w:szCs w:val="18"/>
          <w:lang w:val="en-US"/>
        </w:rPr>
        <w:t>)</w:t>
      </w:r>
    </w:p>
    <w:p w14:paraId="63FFA65A" w14:textId="3783B8DA" w:rsidR="704DF565" w:rsidRDefault="704DF565" w:rsidP="704DF56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14:paraId="7A239EC4" w14:textId="77777777" w:rsidR="00594F36" w:rsidRPr="002B624E" w:rsidRDefault="00594F36" w:rsidP="009C1085">
      <w:pPr>
        <w:shd w:val="clear" w:color="auto" w:fill="FFFFFF"/>
        <w:spacing w:after="0" w:line="240" w:lineRule="auto"/>
        <w:ind w:left="426" w:hanging="426"/>
        <w:rPr>
          <w:rFonts w:ascii="Times New Roman" w:hAnsi="Times New Roman"/>
          <w:iCs/>
          <w:sz w:val="18"/>
          <w:szCs w:val="18"/>
        </w:rPr>
      </w:pPr>
      <w:r w:rsidRPr="002B624E">
        <w:rPr>
          <w:rFonts w:ascii="Times New Roman" w:hAnsi="Times New Roman"/>
          <w:iCs/>
          <w:sz w:val="18"/>
          <w:szCs w:val="18"/>
        </w:rPr>
        <w:t>*)</w:t>
      </w:r>
      <w:r w:rsidR="00BF334E" w:rsidRPr="002B624E">
        <w:rPr>
          <w:rFonts w:ascii="Times New Roman" w:hAnsi="Times New Roman"/>
          <w:iCs/>
          <w:sz w:val="18"/>
          <w:szCs w:val="18"/>
        </w:rPr>
        <w:t xml:space="preserve"> s</w:t>
      </w:r>
      <w:r w:rsidR="003A7213" w:rsidRPr="002B624E">
        <w:rPr>
          <w:rFonts w:ascii="Times New Roman" w:hAnsi="Times New Roman"/>
          <w:iCs/>
          <w:sz w:val="18"/>
          <w:szCs w:val="18"/>
        </w:rPr>
        <w:t>ymbol</w:t>
      </w:r>
      <w:r w:rsidR="007F5B10" w:rsidRPr="002B624E">
        <w:rPr>
          <w:rFonts w:ascii="Times New Roman" w:hAnsi="Times New Roman"/>
          <w:iCs/>
          <w:sz w:val="18"/>
          <w:szCs w:val="18"/>
        </w:rPr>
        <w:t xml:space="preserve"> dokumentu potwierdzającego tożsamość:</w:t>
      </w:r>
    </w:p>
    <w:p w14:paraId="74631FC5" w14:textId="77777777" w:rsidR="003A7213" w:rsidRPr="002B624E" w:rsidRDefault="003A7213" w:rsidP="009C1085">
      <w:pPr>
        <w:shd w:val="clear" w:color="auto" w:fill="FFFFFF"/>
        <w:spacing w:after="0" w:line="240" w:lineRule="auto"/>
        <w:ind w:left="284"/>
        <w:rPr>
          <w:rFonts w:ascii="Times New Roman" w:hAnsi="Times New Roman"/>
          <w:iCs/>
          <w:sz w:val="18"/>
          <w:szCs w:val="18"/>
        </w:rPr>
      </w:pPr>
      <w:r w:rsidRPr="002B624E">
        <w:rPr>
          <w:rFonts w:ascii="Times New Roman" w:hAnsi="Times New Roman"/>
          <w:iCs/>
          <w:sz w:val="18"/>
          <w:szCs w:val="18"/>
        </w:rPr>
        <w:t>PA</w:t>
      </w:r>
      <w:r w:rsidR="007F5B10" w:rsidRPr="002B624E">
        <w:rPr>
          <w:rFonts w:ascii="Times New Roman" w:hAnsi="Times New Roman"/>
          <w:iCs/>
          <w:sz w:val="18"/>
          <w:szCs w:val="18"/>
        </w:rPr>
        <w:t xml:space="preserve"> - </w:t>
      </w:r>
      <w:r w:rsidRPr="002B624E">
        <w:rPr>
          <w:rFonts w:ascii="Times New Roman" w:hAnsi="Times New Roman"/>
          <w:iCs/>
          <w:sz w:val="18"/>
          <w:szCs w:val="18"/>
        </w:rPr>
        <w:t>pas</w:t>
      </w:r>
      <w:r w:rsidR="007F5B10" w:rsidRPr="002B624E">
        <w:rPr>
          <w:rFonts w:ascii="Times New Roman" w:hAnsi="Times New Roman"/>
          <w:iCs/>
          <w:sz w:val="18"/>
          <w:szCs w:val="18"/>
        </w:rPr>
        <w:t>z</w:t>
      </w:r>
      <w:r w:rsidRPr="002B624E">
        <w:rPr>
          <w:rFonts w:ascii="Times New Roman" w:hAnsi="Times New Roman"/>
          <w:iCs/>
          <w:sz w:val="18"/>
          <w:szCs w:val="18"/>
        </w:rPr>
        <w:t>port</w:t>
      </w:r>
    </w:p>
    <w:p w14:paraId="5693EE3C" w14:textId="77777777" w:rsidR="003A7213" w:rsidRPr="002B624E" w:rsidRDefault="003A7213" w:rsidP="009C1085">
      <w:pPr>
        <w:shd w:val="clear" w:color="auto" w:fill="FFFFFF"/>
        <w:spacing w:after="0" w:line="240" w:lineRule="auto"/>
        <w:ind w:left="284"/>
        <w:rPr>
          <w:rFonts w:ascii="Times New Roman" w:hAnsi="Times New Roman"/>
          <w:iCs/>
          <w:sz w:val="18"/>
          <w:szCs w:val="18"/>
        </w:rPr>
      </w:pPr>
      <w:r w:rsidRPr="002B624E">
        <w:rPr>
          <w:rFonts w:ascii="Times New Roman" w:hAnsi="Times New Roman"/>
          <w:iCs/>
          <w:sz w:val="18"/>
          <w:szCs w:val="18"/>
        </w:rPr>
        <w:t xml:space="preserve">KP </w:t>
      </w:r>
      <w:r w:rsidR="007F5B10" w:rsidRPr="002B624E">
        <w:rPr>
          <w:rFonts w:ascii="Times New Roman" w:hAnsi="Times New Roman"/>
          <w:iCs/>
          <w:sz w:val="18"/>
          <w:szCs w:val="18"/>
        </w:rPr>
        <w:t>-</w:t>
      </w:r>
      <w:r w:rsidRPr="002B624E">
        <w:rPr>
          <w:rFonts w:ascii="Times New Roman" w:hAnsi="Times New Roman"/>
          <w:iCs/>
          <w:sz w:val="18"/>
          <w:szCs w:val="18"/>
        </w:rPr>
        <w:t xml:space="preserve"> karta pobytu</w:t>
      </w:r>
    </w:p>
    <w:p w14:paraId="0E007218" w14:textId="77777777" w:rsidR="003A7213" w:rsidRPr="002B624E" w:rsidRDefault="003A7213" w:rsidP="009C1085">
      <w:pPr>
        <w:shd w:val="clear" w:color="auto" w:fill="FFFFFF"/>
        <w:spacing w:after="0" w:line="240" w:lineRule="auto"/>
        <w:ind w:left="284"/>
        <w:rPr>
          <w:rFonts w:ascii="Times New Roman" w:hAnsi="Times New Roman"/>
          <w:iCs/>
          <w:sz w:val="18"/>
          <w:szCs w:val="18"/>
        </w:rPr>
      </w:pPr>
      <w:r w:rsidRPr="002B624E">
        <w:rPr>
          <w:rFonts w:ascii="Times New Roman" w:hAnsi="Times New Roman"/>
          <w:iCs/>
          <w:sz w:val="18"/>
          <w:szCs w:val="18"/>
        </w:rPr>
        <w:t xml:space="preserve">DO </w:t>
      </w:r>
      <w:r w:rsidR="007F5B10" w:rsidRPr="002B624E">
        <w:rPr>
          <w:rFonts w:ascii="Times New Roman" w:hAnsi="Times New Roman"/>
          <w:iCs/>
          <w:sz w:val="18"/>
          <w:szCs w:val="18"/>
        </w:rPr>
        <w:t>-</w:t>
      </w:r>
      <w:r w:rsidRPr="002B624E">
        <w:rPr>
          <w:rFonts w:ascii="Times New Roman" w:hAnsi="Times New Roman"/>
          <w:iCs/>
          <w:sz w:val="18"/>
          <w:szCs w:val="18"/>
        </w:rPr>
        <w:t xml:space="preserve"> dowód osobisty</w:t>
      </w:r>
    </w:p>
    <w:p w14:paraId="2DF5E26C" w14:textId="77777777" w:rsidR="003A7213" w:rsidRPr="002B624E" w:rsidRDefault="003A7213" w:rsidP="009C1085">
      <w:pPr>
        <w:shd w:val="clear" w:color="auto" w:fill="FFFFFF"/>
        <w:spacing w:after="0" w:line="240" w:lineRule="auto"/>
        <w:ind w:left="284"/>
        <w:rPr>
          <w:rFonts w:ascii="Times New Roman" w:hAnsi="Times New Roman"/>
          <w:iCs/>
          <w:sz w:val="18"/>
          <w:szCs w:val="18"/>
        </w:rPr>
      </w:pPr>
      <w:r w:rsidRPr="002B624E">
        <w:rPr>
          <w:rFonts w:ascii="Times New Roman" w:hAnsi="Times New Roman"/>
          <w:iCs/>
          <w:sz w:val="18"/>
          <w:szCs w:val="18"/>
        </w:rPr>
        <w:t xml:space="preserve">PS </w:t>
      </w:r>
      <w:r w:rsidR="00E168FA" w:rsidRPr="002B624E">
        <w:rPr>
          <w:rFonts w:ascii="Times New Roman" w:hAnsi="Times New Roman"/>
          <w:iCs/>
          <w:sz w:val="18"/>
          <w:szCs w:val="18"/>
        </w:rPr>
        <w:t>–</w:t>
      </w:r>
      <w:r w:rsidRPr="002B624E">
        <w:rPr>
          <w:rFonts w:ascii="Times New Roman" w:hAnsi="Times New Roman"/>
          <w:iCs/>
          <w:sz w:val="18"/>
          <w:szCs w:val="18"/>
        </w:rPr>
        <w:t xml:space="preserve"> </w:t>
      </w:r>
      <w:r w:rsidR="00BF334E" w:rsidRPr="002B624E">
        <w:rPr>
          <w:rFonts w:ascii="Times New Roman" w:hAnsi="Times New Roman"/>
          <w:iCs/>
          <w:sz w:val="18"/>
          <w:szCs w:val="18"/>
        </w:rPr>
        <w:t xml:space="preserve">numer </w:t>
      </w:r>
      <w:r w:rsidRPr="002B624E">
        <w:rPr>
          <w:rFonts w:ascii="Times New Roman" w:hAnsi="Times New Roman"/>
          <w:iCs/>
          <w:sz w:val="18"/>
          <w:szCs w:val="18"/>
        </w:rPr>
        <w:t>Pesel</w:t>
      </w:r>
    </w:p>
    <w:p w14:paraId="322DB21D" w14:textId="77777777" w:rsidR="00E168FA" w:rsidRPr="002B624E" w:rsidRDefault="00E168FA" w:rsidP="00E168FA">
      <w:pPr>
        <w:shd w:val="clear" w:color="auto" w:fill="FFFFFF"/>
        <w:spacing w:after="0" w:line="240" w:lineRule="auto"/>
        <w:ind w:left="426" w:hanging="426"/>
        <w:rPr>
          <w:rFonts w:ascii="Times New Roman" w:hAnsi="Times New Roman"/>
          <w:i/>
          <w:iCs/>
          <w:sz w:val="18"/>
          <w:szCs w:val="18"/>
          <w:lang w:val="en-GB"/>
        </w:rPr>
      </w:pPr>
      <w:r w:rsidRPr="002B624E">
        <w:rPr>
          <w:rFonts w:ascii="Times New Roman" w:hAnsi="Times New Roman"/>
          <w:i/>
          <w:iCs/>
          <w:sz w:val="18"/>
          <w:szCs w:val="18"/>
          <w:lang w:val="en-GB"/>
        </w:rPr>
        <w:t>*) symbol of identity document:</w:t>
      </w:r>
    </w:p>
    <w:p w14:paraId="2A90F52F" w14:textId="77777777" w:rsidR="00E168FA" w:rsidRPr="002B624E" w:rsidRDefault="00E168FA" w:rsidP="00E168FA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8"/>
          <w:szCs w:val="18"/>
          <w:lang w:val="en-GB"/>
        </w:rPr>
      </w:pPr>
      <w:r w:rsidRPr="002B624E">
        <w:rPr>
          <w:rFonts w:ascii="Times New Roman" w:hAnsi="Times New Roman"/>
          <w:i/>
          <w:iCs/>
          <w:sz w:val="18"/>
          <w:szCs w:val="18"/>
          <w:lang w:val="en-GB"/>
        </w:rPr>
        <w:t>PA - passport</w:t>
      </w:r>
    </w:p>
    <w:p w14:paraId="6D589201" w14:textId="77777777" w:rsidR="00E168FA" w:rsidRPr="002B624E" w:rsidRDefault="00E168FA" w:rsidP="00E168FA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8"/>
          <w:szCs w:val="18"/>
        </w:rPr>
      </w:pPr>
      <w:r w:rsidRPr="002B624E">
        <w:rPr>
          <w:rFonts w:ascii="Times New Roman" w:hAnsi="Times New Roman"/>
          <w:i/>
          <w:iCs/>
          <w:sz w:val="18"/>
          <w:szCs w:val="18"/>
        </w:rPr>
        <w:t>KP – residence card</w:t>
      </w:r>
    </w:p>
    <w:p w14:paraId="6C7C63CB" w14:textId="77777777" w:rsidR="00E168FA" w:rsidRPr="002B624E" w:rsidRDefault="00E168FA" w:rsidP="00E168FA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8"/>
          <w:szCs w:val="18"/>
          <w:lang w:val="en-GB"/>
        </w:rPr>
      </w:pPr>
      <w:r w:rsidRPr="002B624E">
        <w:rPr>
          <w:rFonts w:ascii="Times New Roman" w:hAnsi="Times New Roman"/>
          <w:i/>
          <w:iCs/>
          <w:sz w:val="18"/>
          <w:szCs w:val="18"/>
          <w:lang w:val="en-GB"/>
        </w:rPr>
        <w:t>DO – national ID</w:t>
      </w:r>
    </w:p>
    <w:p w14:paraId="1F814313" w14:textId="77777777" w:rsidR="00E168FA" w:rsidRPr="00BF334E" w:rsidRDefault="00E168FA" w:rsidP="00E168FA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8"/>
          <w:szCs w:val="18"/>
          <w:lang w:val="en-GB"/>
        </w:rPr>
      </w:pPr>
      <w:r w:rsidRPr="704DF565">
        <w:rPr>
          <w:rFonts w:ascii="Times New Roman" w:hAnsi="Times New Roman"/>
          <w:i/>
          <w:iCs/>
          <w:sz w:val="18"/>
          <w:szCs w:val="18"/>
          <w:lang w:val="en-GB"/>
        </w:rPr>
        <w:t>PS – Pesel number</w:t>
      </w:r>
    </w:p>
    <w:p w14:paraId="7636D45E" w14:textId="282059F1" w:rsidR="704DF565" w:rsidRDefault="704DF565" w:rsidP="704DF565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i/>
          <w:iCs/>
          <w:sz w:val="18"/>
          <w:szCs w:val="18"/>
          <w:lang w:val="en-GB"/>
        </w:rPr>
      </w:pPr>
    </w:p>
    <w:p w14:paraId="6EF35A7A" w14:textId="645DED0D" w:rsidR="704DF565" w:rsidRDefault="704DF565" w:rsidP="704DF565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i/>
          <w:iCs/>
          <w:sz w:val="18"/>
          <w:szCs w:val="18"/>
          <w:lang w:val="en-GB"/>
        </w:rPr>
      </w:pPr>
    </w:p>
    <w:p w14:paraId="15FA7DDB" w14:textId="725B3787" w:rsidR="5107F05C" w:rsidRDefault="5107F05C" w:rsidP="704DF565">
      <w:pPr>
        <w:pStyle w:val="Akapitzlist"/>
        <w:numPr>
          <w:ilvl w:val="0"/>
          <w:numId w:val="1"/>
        </w:numPr>
        <w:rPr>
          <w:rFonts w:eastAsia="Calibri" w:cs="Calibri"/>
          <w:i/>
          <w:iCs/>
          <w:color w:val="000000" w:themeColor="text1"/>
          <w:sz w:val="18"/>
          <w:szCs w:val="18"/>
          <w:lang w:val="en-GB"/>
        </w:rPr>
      </w:pPr>
      <w:r w:rsidRPr="704DF565">
        <w:rPr>
          <w:rFonts w:eastAsia="Calibri" w:cs="Calibri"/>
          <w:i/>
          <w:iCs/>
          <w:color w:val="000000" w:themeColor="text1"/>
          <w:sz w:val="18"/>
          <w:szCs w:val="18"/>
          <w:lang w:val="en-GB"/>
        </w:rPr>
        <w:t>Administratorem Pani/Pana danych osobowych jest Uniwersytet Łódzki, z siedzibą przy ul. Narutowicza 68, 90-136 Łódź.</w:t>
      </w:r>
    </w:p>
    <w:p w14:paraId="42469A33" w14:textId="515DA3E4" w:rsidR="5107F05C" w:rsidRDefault="5107F05C" w:rsidP="704DF565">
      <w:pPr>
        <w:pStyle w:val="Akapitzlist"/>
        <w:numPr>
          <w:ilvl w:val="0"/>
          <w:numId w:val="1"/>
        </w:numPr>
        <w:rPr>
          <w:rFonts w:eastAsia="Calibri" w:cs="Calibri"/>
          <w:i/>
          <w:iCs/>
          <w:color w:val="000000" w:themeColor="text1"/>
          <w:sz w:val="18"/>
          <w:szCs w:val="18"/>
          <w:lang w:val="en-GB"/>
        </w:rPr>
      </w:pPr>
      <w:r w:rsidRPr="704DF565">
        <w:rPr>
          <w:rFonts w:eastAsia="Calibri" w:cs="Calibri"/>
          <w:i/>
          <w:iCs/>
          <w:color w:val="000000" w:themeColor="text1"/>
          <w:sz w:val="18"/>
          <w:szCs w:val="18"/>
          <w:lang w:val="en-GB"/>
        </w:rPr>
        <w:lastRenderedPageBreak/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0">
        <w:r w:rsidRPr="704DF565">
          <w:rPr>
            <w:rStyle w:val="Hipercze"/>
            <w:rFonts w:eastAsia="Calibri" w:cs="Calibri"/>
            <w:i/>
            <w:iCs/>
            <w:sz w:val="18"/>
            <w:szCs w:val="18"/>
            <w:lang w:val="en-GB"/>
          </w:rPr>
          <w:t>iod@uni.lodz.pl</w:t>
        </w:r>
      </w:hyperlink>
    </w:p>
    <w:p w14:paraId="04569B06" w14:textId="3F2041B2" w:rsidR="5107F05C" w:rsidRDefault="5107F05C" w:rsidP="704DF565">
      <w:pPr>
        <w:pStyle w:val="Akapitzlist"/>
        <w:numPr>
          <w:ilvl w:val="0"/>
          <w:numId w:val="1"/>
        </w:numPr>
        <w:rPr>
          <w:rFonts w:eastAsia="Calibri" w:cs="Calibri"/>
          <w:i/>
          <w:iCs/>
          <w:color w:val="000000" w:themeColor="text1"/>
          <w:sz w:val="18"/>
          <w:szCs w:val="18"/>
          <w:lang w:val="en-GB"/>
        </w:rPr>
      </w:pPr>
      <w:r w:rsidRPr="704DF565">
        <w:rPr>
          <w:rFonts w:eastAsia="Calibri" w:cs="Calibri"/>
          <w:i/>
          <w:iCs/>
          <w:color w:val="000000" w:themeColor="text1"/>
          <w:sz w:val="18"/>
          <w:szCs w:val="18"/>
          <w:lang w:val="en-GB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399706FF" w14:textId="3EB77C63" w:rsidR="5107F05C" w:rsidRDefault="5107F05C" w:rsidP="704DF565">
      <w:pPr>
        <w:pStyle w:val="Akapitzlist"/>
        <w:numPr>
          <w:ilvl w:val="0"/>
          <w:numId w:val="1"/>
        </w:numPr>
        <w:rPr>
          <w:rFonts w:eastAsia="Calibri" w:cs="Calibri"/>
          <w:i/>
          <w:iCs/>
          <w:color w:val="0000FF"/>
          <w:sz w:val="18"/>
          <w:szCs w:val="18"/>
          <w:lang w:val="en-GB"/>
        </w:rPr>
      </w:pPr>
      <w:r w:rsidRPr="704DF565">
        <w:rPr>
          <w:rFonts w:eastAsia="Calibri" w:cs="Calibri"/>
          <w:i/>
          <w:iCs/>
          <w:color w:val="000000" w:themeColor="text1"/>
          <w:sz w:val="18"/>
          <w:szCs w:val="18"/>
          <w:lang w:val="en-GB"/>
        </w:rPr>
        <w:t xml:space="preserve">Pełna treść informacji związanych z przetwarzaniem Pani/Pana danych osobowych dostępna jest na stronie BIP UŁ </w:t>
      </w:r>
      <w:hyperlink r:id="rId11">
        <w:r w:rsidRPr="704DF565">
          <w:rPr>
            <w:rStyle w:val="Hipercze"/>
            <w:rFonts w:eastAsia="Calibri" w:cs="Calibri"/>
            <w:i/>
            <w:iCs/>
            <w:sz w:val="18"/>
            <w:szCs w:val="18"/>
            <w:lang w:val="en-GB"/>
          </w:rPr>
          <w:t>https://www.bip.uni.lodz.pl/inne/ochrona-danych-osobowych/klauzule-informacyjne</w:t>
        </w:r>
      </w:hyperlink>
    </w:p>
    <w:p w14:paraId="4CDDC8C8" w14:textId="1ABB3288" w:rsidR="704DF565" w:rsidRDefault="704DF565" w:rsidP="704DF565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i/>
          <w:iCs/>
          <w:sz w:val="18"/>
          <w:szCs w:val="18"/>
          <w:lang w:val="en-GB"/>
        </w:rPr>
      </w:pPr>
    </w:p>
    <w:sectPr w:rsidR="704DF565" w:rsidSect="00B43F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D98D7" w14:textId="77777777" w:rsidR="00347025" w:rsidRDefault="00347025" w:rsidP="000C3B58">
      <w:pPr>
        <w:spacing w:after="0" w:line="240" w:lineRule="auto"/>
      </w:pPr>
      <w:r>
        <w:separator/>
      </w:r>
    </w:p>
  </w:endnote>
  <w:endnote w:type="continuationSeparator" w:id="0">
    <w:p w14:paraId="5AB7C0C5" w14:textId="77777777" w:rsidR="00347025" w:rsidRDefault="00347025" w:rsidP="000C3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9DE8" w14:textId="77777777" w:rsidR="0012459A" w:rsidRDefault="001245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42E60" w14:textId="77777777" w:rsidR="0012459A" w:rsidRDefault="001245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06DD" w14:textId="77777777" w:rsidR="0012459A" w:rsidRDefault="001245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5F193" w14:textId="77777777" w:rsidR="00347025" w:rsidRDefault="00347025" w:rsidP="000C3B58">
      <w:pPr>
        <w:spacing w:after="0" w:line="240" w:lineRule="auto"/>
      </w:pPr>
      <w:r>
        <w:separator/>
      </w:r>
    </w:p>
  </w:footnote>
  <w:footnote w:type="continuationSeparator" w:id="0">
    <w:p w14:paraId="1C2776EB" w14:textId="77777777" w:rsidR="00347025" w:rsidRDefault="00347025" w:rsidP="000C3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034E" w14:textId="77777777" w:rsidR="0012459A" w:rsidRDefault="001245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AA5AA" w14:textId="77777777" w:rsidR="0070301C" w:rsidRDefault="002B6EA9" w:rsidP="0070301C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 xml:space="preserve">Załącznik nr </w:t>
    </w:r>
    <w:r w:rsidR="004B1EE3">
      <w:rPr>
        <w:rFonts w:ascii="Calibri" w:hAnsi="Calibri" w:cs="Arial"/>
        <w:bCs/>
        <w:sz w:val="12"/>
      </w:rPr>
      <w:t>15</w:t>
    </w:r>
  </w:p>
  <w:p w14:paraId="3776FCC3" w14:textId="77777777" w:rsidR="0070301C" w:rsidRDefault="0070301C" w:rsidP="0070301C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 xml:space="preserve">do Regulaminu przydzielania i korzystania z miejsc w </w:t>
    </w:r>
    <w:r w:rsidR="00E575E0">
      <w:rPr>
        <w:rFonts w:ascii="Calibri" w:hAnsi="Calibri" w:cs="Arial"/>
        <w:bCs/>
        <w:sz w:val="12"/>
      </w:rPr>
      <w:t>D</w:t>
    </w:r>
    <w:r>
      <w:rPr>
        <w:rFonts w:ascii="Calibri" w:hAnsi="Calibri" w:cs="Arial"/>
        <w:bCs/>
        <w:sz w:val="12"/>
      </w:rPr>
      <w:t xml:space="preserve">omu </w:t>
    </w:r>
    <w:r w:rsidR="00E575E0">
      <w:rPr>
        <w:rFonts w:ascii="Calibri" w:hAnsi="Calibri" w:cs="Arial"/>
        <w:bCs/>
        <w:sz w:val="12"/>
      </w:rPr>
      <w:t>S</w:t>
    </w:r>
    <w:r>
      <w:rPr>
        <w:rFonts w:ascii="Calibri" w:hAnsi="Calibri" w:cs="Arial"/>
        <w:bCs/>
        <w:sz w:val="12"/>
      </w:rPr>
      <w:t>tudenta U</w:t>
    </w:r>
    <w:r w:rsidR="0063560B">
      <w:rPr>
        <w:rFonts w:ascii="Calibri" w:hAnsi="Calibri" w:cs="Arial"/>
        <w:bCs/>
        <w:sz w:val="12"/>
      </w:rPr>
      <w:t xml:space="preserve">niwersytetu </w:t>
    </w:r>
    <w:r>
      <w:rPr>
        <w:rFonts w:ascii="Calibri" w:hAnsi="Calibri" w:cs="Arial"/>
        <w:bCs/>
        <w:sz w:val="12"/>
      </w:rPr>
      <w:t>Ł</w:t>
    </w:r>
    <w:r w:rsidR="0063560B">
      <w:rPr>
        <w:rFonts w:ascii="Calibri" w:hAnsi="Calibri" w:cs="Arial"/>
        <w:bCs/>
        <w:sz w:val="12"/>
      </w:rPr>
      <w:t>ódzkiego</w:t>
    </w:r>
  </w:p>
  <w:p w14:paraId="7D62D461" w14:textId="77777777" w:rsidR="0070301C" w:rsidRDefault="007030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33694" w14:textId="77777777" w:rsidR="0012459A" w:rsidRDefault="001245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0950A"/>
    <w:multiLevelType w:val="hybridMultilevel"/>
    <w:tmpl w:val="E0CA6A72"/>
    <w:lvl w:ilvl="0" w:tplc="2CCCD5F6">
      <w:start w:val="1"/>
      <w:numFmt w:val="decimal"/>
      <w:lvlText w:val="%1."/>
      <w:lvlJc w:val="left"/>
      <w:pPr>
        <w:ind w:left="720" w:hanging="360"/>
      </w:pPr>
    </w:lvl>
    <w:lvl w:ilvl="1" w:tplc="D26AA8A8">
      <w:start w:val="1"/>
      <w:numFmt w:val="lowerLetter"/>
      <w:lvlText w:val="%2."/>
      <w:lvlJc w:val="left"/>
      <w:pPr>
        <w:ind w:left="1440" w:hanging="360"/>
      </w:pPr>
    </w:lvl>
    <w:lvl w:ilvl="2" w:tplc="B386AEA0">
      <w:start w:val="1"/>
      <w:numFmt w:val="lowerRoman"/>
      <w:lvlText w:val="%3."/>
      <w:lvlJc w:val="right"/>
      <w:pPr>
        <w:ind w:left="2160" w:hanging="180"/>
      </w:pPr>
    </w:lvl>
    <w:lvl w:ilvl="3" w:tplc="DF2C3D8A">
      <w:start w:val="1"/>
      <w:numFmt w:val="decimal"/>
      <w:lvlText w:val="%4."/>
      <w:lvlJc w:val="left"/>
      <w:pPr>
        <w:ind w:left="2880" w:hanging="360"/>
      </w:pPr>
    </w:lvl>
    <w:lvl w:ilvl="4" w:tplc="5366E10C">
      <w:start w:val="1"/>
      <w:numFmt w:val="lowerLetter"/>
      <w:lvlText w:val="%5."/>
      <w:lvlJc w:val="left"/>
      <w:pPr>
        <w:ind w:left="3600" w:hanging="360"/>
      </w:pPr>
    </w:lvl>
    <w:lvl w:ilvl="5" w:tplc="3C0E3884">
      <w:start w:val="1"/>
      <w:numFmt w:val="lowerRoman"/>
      <w:lvlText w:val="%6."/>
      <w:lvlJc w:val="right"/>
      <w:pPr>
        <w:ind w:left="4320" w:hanging="180"/>
      </w:pPr>
    </w:lvl>
    <w:lvl w:ilvl="6" w:tplc="A512359C">
      <w:start w:val="1"/>
      <w:numFmt w:val="decimal"/>
      <w:lvlText w:val="%7."/>
      <w:lvlJc w:val="left"/>
      <w:pPr>
        <w:ind w:left="5040" w:hanging="360"/>
      </w:pPr>
    </w:lvl>
    <w:lvl w:ilvl="7" w:tplc="34029678">
      <w:start w:val="1"/>
      <w:numFmt w:val="lowerLetter"/>
      <w:lvlText w:val="%8."/>
      <w:lvlJc w:val="left"/>
      <w:pPr>
        <w:ind w:left="5760" w:hanging="360"/>
      </w:pPr>
    </w:lvl>
    <w:lvl w:ilvl="8" w:tplc="27C8A9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C0D3B"/>
    <w:multiLevelType w:val="hybridMultilevel"/>
    <w:tmpl w:val="C0EA5B7C"/>
    <w:lvl w:ilvl="0" w:tplc="3A761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D292F"/>
    <w:multiLevelType w:val="hybridMultilevel"/>
    <w:tmpl w:val="6FFCB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953054">
    <w:abstractNumId w:val="0"/>
  </w:num>
  <w:num w:numId="2" w16cid:durableId="1280602990">
    <w:abstractNumId w:val="2"/>
  </w:num>
  <w:num w:numId="3" w16cid:durableId="538857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5D"/>
    <w:rsid w:val="00000E48"/>
    <w:rsid w:val="000334EF"/>
    <w:rsid w:val="000651DB"/>
    <w:rsid w:val="00075327"/>
    <w:rsid w:val="00085C2D"/>
    <w:rsid w:val="000A7C4E"/>
    <w:rsid w:val="000A7D75"/>
    <w:rsid w:val="000B68C4"/>
    <w:rsid w:val="000C3520"/>
    <w:rsid w:val="000C3B58"/>
    <w:rsid w:val="000D45EC"/>
    <w:rsid w:val="000E47ED"/>
    <w:rsid w:val="000F01EB"/>
    <w:rsid w:val="00101771"/>
    <w:rsid w:val="00102AF5"/>
    <w:rsid w:val="00112BEE"/>
    <w:rsid w:val="0011640D"/>
    <w:rsid w:val="0012459A"/>
    <w:rsid w:val="00131D56"/>
    <w:rsid w:val="00154F37"/>
    <w:rsid w:val="00156E60"/>
    <w:rsid w:val="001958B7"/>
    <w:rsid w:val="001A27A1"/>
    <w:rsid w:val="001E47EC"/>
    <w:rsid w:val="00247E90"/>
    <w:rsid w:val="00267F24"/>
    <w:rsid w:val="002874E2"/>
    <w:rsid w:val="00297B4D"/>
    <w:rsid w:val="002A1AE3"/>
    <w:rsid w:val="002A45E5"/>
    <w:rsid w:val="002B624E"/>
    <w:rsid w:val="002B6EA9"/>
    <w:rsid w:val="002F6E63"/>
    <w:rsid w:val="0032492C"/>
    <w:rsid w:val="00347025"/>
    <w:rsid w:val="003525CA"/>
    <w:rsid w:val="0035473C"/>
    <w:rsid w:val="00354D96"/>
    <w:rsid w:val="003660B9"/>
    <w:rsid w:val="00395AEB"/>
    <w:rsid w:val="003A7213"/>
    <w:rsid w:val="003C1693"/>
    <w:rsid w:val="003D780E"/>
    <w:rsid w:val="003E7249"/>
    <w:rsid w:val="0040045D"/>
    <w:rsid w:val="00403DD0"/>
    <w:rsid w:val="00407506"/>
    <w:rsid w:val="00416E06"/>
    <w:rsid w:val="00420480"/>
    <w:rsid w:val="00432D0C"/>
    <w:rsid w:val="0044724C"/>
    <w:rsid w:val="00453AA6"/>
    <w:rsid w:val="00470DE4"/>
    <w:rsid w:val="00477C54"/>
    <w:rsid w:val="004A74BA"/>
    <w:rsid w:val="004B1EE3"/>
    <w:rsid w:val="004C5A54"/>
    <w:rsid w:val="004E60C1"/>
    <w:rsid w:val="005050E6"/>
    <w:rsid w:val="005242EB"/>
    <w:rsid w:val="0052575E"/>
    <w:rsid w:val="00537998"/>
    <w:rsid w:val="00543A8C"/>
    <w:rsid w:val="00551CB6"/>
    <w:rsid w:val="00571493"/>
    <w:rsid w:val="00593636"/>
    <w:rsid w:val="00593F53"/>
    <w:rsid w:val="00594F36"/>
    <w:rsid w:val="005B1B31"/>
    <w:rsid w:val="005E79D5"/>
    <w:rsid w:val="0063560B"/>
    <w:rsid w:val="00640A1E"/>
    <w:rsid w:val="006A27EB"/>
    <w:rsid w:val="006A40FE"/>
    <w:rsid w:val="006E5533"/>
    <w:rsid w:val="0070301C"/>
    <w:rsid w:val="0070345E"/>
    <w:rsid w:val="00712D8D"/>
    <w:rsid w:val="0077276F"/>
    <w:rsid w:val="007A1B38"/>
    <w:rsid w:val="007C0460"/>
    <w:rsid w:val="007C2314"/>
    <w:rsid w:val="007C2C81"/>
    <w:rsid w:val="007F5B10"/>
    <w:rsid w:val="008205AC"/>
    <w:rsid w:val="00831C26"/>
    <w:rsid w:val="008649E8"/>
    <w:rsid w:val="008849B1"/>
    <w:rsid w:val="0089584B"/>
    <w:rsid w:val="008A2EDE"/>
    <w:rsid w:val="008C52B1"/>
    <w:rsid w:val="008D2717"/>
    <w:rsid w:val="008D7866"/>
    <w:rsid w:val="008E6B0E"/>
    <w:rsid w:val="00943722"/>
    <w:rsid w:val="00951B09"/>
    <w:rsid w:val="009742E1"/>
    <w:rsid w:val="009802FC"/>
    <w:rsid w:val="0098498F"/>
    <w:rsid w:val="009B1740"/>
    <w:rsid w:val="009C1085"/>
    <w:rsid w:val="00A22AB8"/>
    <w:rsid w:val="00A2745C"/>
    <w:rsid w:val="00A37D91"/>
    <w:rsid w:val="00A4128E"/>
    <w:rsid w:val="00A7496E"/>
    <w:rsid w:val="00A8752C"/>
    <w:rsid w:val="00AF45F9"/>
    <w:rsid w:val="00AF5E2C"/>
    <w:rsid w:val="00B013A0"/>
    <w:rsid w:val="00B15EA3"/>
    <w:rsid w:val="00B20149"/>
    <w:rsid w:val="00B43F62"/>
    <w:rsid w:val="00B51B03"/>
    <w:rsid w:val="00B86B06"/>
    <w:rsid w:val="00BA1D48"/>
    <w:rsid w:val="00BA375C"/>
    <w:rsid w:val="00BB2173"/>
    <w:rsid w:val="00BB76C7"/>
    <w:rsid w:val="00BC1CBF"/>
    <w:rsid w:val="00BC5D19"/>
    <w:rsid w:val="00BC78F9"/>
    <w:rsid w:val="00BD133D"/>
    <w:rsid w:val="00BE1B79"/>
    <w:rsid w:val="00BF334E"/>
    <w:rsid w:val="00C371E7"/>
    <w:rsid w:val="00C73D7F"/>
    <w:rsid w:val="00C9061C"/>
    <w:rsid w:val="00C92214"/>
    <w:rsid w:val="00CB3398"/>
    <w:rsid w:val="00CF33A7"/>
    <w:rsid w:val="00CF6BAA"/>
    <w:rsid w:val="00D00825"/>
    <w:rsid w:val="00D0336A"/>
    <w:rsid w:val="00D16518"/>
    <w:rsid w:val="00D248D7"/>
    <w:rsid w:val="00D40D0A"/>
    <w:rsid w:val="00D47843"/>
    <w:rsid w:val="00D6716A"/>
    <w:rsid w:val="00D774AF"/>
    <w:rsid w:val="00DB156C"/>
    <w:rsid w:val="00DF0F62"/>
    <w:rsid w:val="00DF45AF"/>
    <w:rsid w:val="00E1542C"/>
    <w:rsid w:val="00E168FA"/>
    <w:rsid w:val="00E24136"/>
    <w:rsid w:val="00E5345D"/>
    <w:rsid w:val="00E575E0"/>
    <w:rsid w:val="00E859C8"/>
    <w:rsid w:val="00EC5252"/>
    <w:rsid w:val="00ED493C"/>
    <w:rsid w:val="00EE6DF1"/>
    <w:rsid w:val="00EF6187"/>
    <w:rsid w:val="00F028B5"/>
    <w:rsid w:val="00F15423"/>
    <w:rsid w:val="00F428A5"/>
    <w:rsid w:val="00F7208D"/>
    <w:rsid w:val="00F75FB5"/>
    <w:rsid w:val="00F9598E"/>
    <w:rsid w:val="00FA7E5C"/>
    <w:rsid w:val="4FC6E884"/>
    <w:rsid w:val="5107F05C"/>
    <w:rsid w:val="5171C8AD"/>
    <w:rsid w:val="6C096953"/>
    <w:rsid w:val="6C9C6906"/>
    <w:rsid w:val="704DF565"/>
    <w:rsid w:val="76A40E8C"/>
    <w:rsid w:val="7861318A"/>
    <w:rsid w:val="7DA5A204"/>
    <w:rsid w:val="7DA5C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918D"/>
  <w15:chartTrackingRefBased/>
  <w15:docId w15:val="{34E2DE30-4CF0-4EF9-B2FA-F768B3B1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C2D"/>
    <w:pPr>
      <w:spacing w:after="200" w:line="276" w:lineRule="auto"/>
    </w:pPr>
    <w:rPr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4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3B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3B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C3B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3B58"/>
    <w:rPr>
      <w:sz w:val="22"/>
      <w:szCs w:val="22"/>
    </w:rPr>
  </w:style>
  <w:style w:type="table" w:styleId="Tabela-Siatka">
    <w:name w:val="Table Grid"/>
    <w:basedOn w:val="Standardowy"/>
    <w:uiPriority w:val="59"/>
    <w:rsid w:val="0003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749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49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496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9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749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4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7496E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semiHidden/>
    <w:unhideWhenUsed/>
    <w:rsid w:val="004E60C1"/>
    <w:rPr>
      <w:color w:val="0000FF"/>
      <w:u w:val="single"/>
    </w:rPr>
  </w:style>
  <w:style w:type="paragraph" w:customStyle="1" w:styleId="Tekstpodstawowy21">
    <w:name w:val="Tekst podstawowy 21"/>
    <w:basedOn w:val="Normalny"/>
    <w:rsid w:val="0070301C"/>
    <w:pPr>
      <w:suppressAutoHyphens/>
      <w:autoSpaceDN w:val="0"/>
      <w:spacing w:after="0" w:line="240" w:lineRule="auto"/>
    </w:pPr>
    <w:rPr>
      <w:rFonts w:ascii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2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p.uni.lodz.pl/inne/ochrona-danych-osobowych/klauzule-informacyjn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iod@uni.lodz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E8724-35DC-4775-BA19-8284FD296532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2.xml><?xml version="1.0" encoding="utf-8"?>
<ds:datastoreItem xmlns:ds="http://schemas.openxmlformats.org/officeDocument/2006/customXml" ds:itemID="{7554DA1A-5B7B-4405-BE9B-76EF2B7EF0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253CA4-1BB0-490E-8B30-23A80C885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4098</Characters>
  <Application>Microsoft Office Word</Application>
  <DocSecurity>0</DocSecurity>
  <Lines>34</Lines>
  <Paragraphs>9</Paragraphs>
  <ScaleCrop>false</ScaleCrop>
  <Company>University of Lodz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 Kozioł</dc:creator>
  <cp:keywords/>
  <cp:lastModifiedBy>Marta Kozik</cp:lastModifiedBy>
  <cp:revision>9</cp:revision>
  <cp:lastPrinted>2018-08-22T20:19:00Z</cp:lastPrinted>
  <dcterms:created xsi:type="dcterms:W3CDTF">2022-07-27T06:52:00Z</dcterms:created>
  <dcterms:modified xsi:type="dcterms:W3CDTF">2023-09-13T07:48:00Z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Order">
    <vt:r8>10800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